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AD" w:rsidRPr="0047556B" w:rsidRDefault="00377EAD" w:rsidP="0070273C">
      <w:pPr>
        <w:spacing w:after="33" w:line="259" w:lineRule="auto"/>
        <w:ind w:left="163" w:right="153"/>
        <w:jc w:val="center"/>
      </w:pPr>
      <w:r w:rsidRPr="0047556B">
        <w:rPr>
          <w:b/>
          <w:bCs/>
        </w:rPr>
        <w:t xml:space="preserve">Единые требования к оцениванию по английскому языку. Формы контроля и критерии выставления оценки </w:t>
      </w:r>
    </w:p>
    <w:p w:rsidR="00377EAD" w:rsidRDefault="00377EAD" w:rsidP="0070273C">
      <w:pPr>
        <w:pStyle w:val="Heading1"/>
        <w:ind w:left="163"/>
        <w:rPr>
          <w:sz w:val="24"/>
          <w:szCs w:val="24"/>
        </w:rPr>
      </w:pPr>
    </w:p>
    <w:p w:rsidR="00377EAD" w:rsidRPr="0047556B" w:rsidRDefault="00377EAD" w:rsidP="0070273C">
      <w:pPr>
        <w:pStyle w:val="Heading1"/>
        <w:ind w:left="163"/>
        <w:rPr>
          <w:sz w:val="24"/>
          <w:szCs w:val="24"/>
        </w:rPr>
      </w:pPr>
      <w:r w:rsidRPr="0047556B">
        <w:rPr>
          <w:sz w:val="24"/>
          <w:szCs w:val="24"/>
        </w:rPr>
        <w:t xml:space="preserve">Начальная школа 2-4 класс </w:t>
      </w:r>
    </w:p>
    <w:p w:rsidR="00377EAD" w:rsidRPr="0047556B" w:rsidRDefault="00377EAD" w:rsidP="0070273C">
      <w:pPr>
        <w:spacing w:after="25" w:line="259" w:lineRule="auto"/>
        <w:ind w:left="214" w:firstLine="0"/>
        <w:jc w:val="center"/>
      </w:pPr>
      <w:r w:rsidRPr="0047556B">
        <w:t xml:space="preserve"> </w:t>
      </w:r>
    </w:p>
    <w:p w:rsidR="00377EAD" w:rsidRPr="0047556B" w:rsidRDefault="00377EAD" w:rsidP="0047556B">
      <w:pPr>
        <w:ind w:left="0" w:firstLine="720"/>
        <w:jc w:val="both"/>
      </w:pPr>
      <w:r>
        <w:rPr>
          <w:b/>
          <w:bCs/>
        </w:rPr>
        <w:t xml:space="preserve">1) </w:t>
      </w:r>
      <w:r w:rsidRPr="0047556B">
        <w:rPr>
          <w:b/>
          <w:bCs/>
        </w:rPr>
        <w:t>Словарный диктант</w:t>
      </w:r>
      <w:r w:rsidRPr="0047556B">
        <w:t xml:space="preserve"> (диктант-перевод, диктант по определениям, диктант по синонимам или антонимам, диктант по картинкам) </w:t>
      </w:r>
    </w:p>
    <w:p w:rsidR="00377EAD" w:rsidRPr="0047556B" w:rsidRDefault="00377EAD" w:rsidP="0047556B">
      <w:pPr>
        <w:tabs>
          <w:tab w:val="left" w:pos="1080"/>
        </w:tabs>
        <w:ind w:left="0" w:firstLine="720"/>
      </w:pPr>
      <w:r w:rsidRPr="0047556B">
        <w:rPr>
          <w:b/>
          <w:bCs/>
        </w:rPr>
        <w:t xml:space="preserve">Критерии: </w:t>
      </w:r>
      <w:r w:rsidRPr="0047556B">
        <w:t xml:space="preserve">правильно подобранное слово, орфографическое оформление </w:t>
      </w:r>
    </w:p>
    <w:tbl>
      <w:tblPr>
        <w:tblW w:w="6049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95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80 – 94 %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79 %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47556B">
      <w:pPr>
        <w:spacing w:after="0" w:line="259" w:lineRule="auto"/>
        <w:ind w:left="0" w:firstLine="0"/>
      </w:pPr>
      <w:r w:rsidRPr="0047556B">
        <w:t xml:space="preserve">  </w:t>
      </w:r>
    </w:p>
    <w:p w:rsidR="00377EAD" w:rsidRPr="0047556B" w:rsidRDefault="00377EAD" w:rsidP="0047556B">
      <w:pPr>
        <w:ind w:left="0" w:firstLine="720"/>
        <w:jc w:val="both"/>
      </w:pPr>
      <w:r>
        <w:rPr>
          <w:b/>
          <w:bCs/>
        </w:rPr>
        <w:t xml:space="preserve">2) </w:t>
      </w:r>
      <w:r w:rsidRPr="0047556B">
        <w:rPr>
          <w:b/>
          <w:bCs/>
        </w:rPr>
        <w:t xml:space="preserve">Лексико-грамматический тест </w:t>
      </w:r>
      <w:r w:rsidRPr="0047556B">
        <w:t>по текущему материалу. (модульный, грамматический)</w:t>
      </w:r>
      <w:r w:rsidRPr="0047556B">
        <w:rPr>
          <w:b/>
          <w:bCs/>
        </w:rPr>
        <w:t xml:space="preserve"> </w:t>
      </w:r>
    </w:p>
    <w:tbl>
      <w:tblPr>
        <w:tblW w:w="6049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4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95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80 – 94 %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79 %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18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47556B">
      <w:pPr>
        <w:ind w:left="0" w:firstLine="720"/>
        <w:jc w:val="both"/>
      </w:pPr>
      <w:r>
        <w:rPr>
          <w:b/>
          <w:bCs/>
        </w:rPr>
        <w:t xml:space="preserve">3) </w:t>
      </w:r>
      <w:r w:rsidRPr="0047556B">
        <w:rPr>
          <w:b/>
          <w:bCs/>
        </w:rPr>
        <w:t xml:space="preserve">Лексико-грамматический тест </w:t>
      </w:r>
      <w:r w:rsidRPr="0047556B">
        <w:t>на остаточные знания</w:t>
      </w:r>
      <w:r w:rsidRPr="0047556B">
        <w:rPr>
          <w:b/>
          <w:bCs/>
        </w:rPr>
        <w:t xml:space="preserve"> </w:t>
      </w:r>
      <w:r w:rsidRPr="0047556B">
        <w:t>, тест на понимание устного и письменного текстов (</w:t>
      </w:r>
      <w:r w:rsidRPr="0047556B">
        <w:rPr>
          <w:b/>
          <w:bCs/>
        </w:rPr>
        <w:t xml:space="preserve">аудирование и чтение) </w:t>
      </w:r>
    </w:p>
    <w:tbl>
      <w:tblPr>
        <w:tblW w:w="6049" w:type="dxa"/>
        <w:tblInd w:w="-109" w:type="dxa"/>
        <w:tblCellMar>
          <w:top w:w="7" w:type="dxa"/>
          <w:right w:w="115" w:type="dxa"/>
        </w:tblCellMar>
        <w:tblLook w:val="00A0"/>
      </w:tblPr>
      <w:tblGrid>
        <w:gridCol w:w="2989"/>
        <w:gridCol w:w="3060"/>
      </w:tblGrid>
      <w:tr w:rsidR="00377EAD" w:rsidRPr="0047556B">
        <w:trPr>
          <w:trHeight w:val="564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Оценка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91 – 100 %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75 – 90 %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60 – 74 %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Менее 60 %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27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47556B">
      <w:pPr>
        <w:spacing w:after="4" w:line="270" w:lineRule="auto"/>
        <w:ind w:left="0" w:firstLine="0"/>
        <w:jc w:val="both"/>
      </w:pPr>
      <w:r>
        <w:rPr>
          <w:b/>
          <w:bCs/>
        </w:rPr>
        <w:t xml:space="preserve">4) </w:t>
      </w:r>
      <w:r w:rsidRPr="0047556B">
        <w:rPr>
          <w:b/>
          <w:bCs/>
        </w:rPr>
        <w:t xml:space="preserve">Контроль монологического высказывания. </w:t>
      </w:r>
    </w:p>
    <w:p w:rsidR="00377EAD" w:rsidRPr="0047556B" w:rsidRDefault="00377EAD" w:rsidP="0047556B">
      <w:pPr>
        <w:spacing w:after="4" w:line="270" w:lineRule="auto"/>
        <w:ind w:left="0" w:right="944" w:firstLine="720"/>
      </w:pPr>
      <w:r w:rsidRPr="0047556B">
        <w:rPr>
          <w:b/>
          <w:bCs/>
        </w:rPr>
        <w:t xml:space="preserve">Критерии:  </w:t>
      </w:r>
    </w:p>
    <w:p w:rsidR="00377EAD" w:rsidRPr="0047556B" w:rsidRDefault="00377EAD" w:rsidP="0047556B">
      <w:pPr>
        <w:numPr>
          <w:ilvl w:val="2"/>
          <w:numId w:val="2"/>
        </w:numPr>
        <w:tabs>
          <w:tab w:val="left" w:pos="1080"/>
        </w:tabs>
        <w:ind w:left="0" w:firstLine="720"/>
      </w:pPr>
      <w:r w:rsidRPr="0047556B">
        <w:t xml:space="preserve">объем высказывания </w:t>
      </w:r>
    </w:p>
    <w:p w:rsidR="00377EAD" w:rsidRPr="0047556B" w:rsidRDefault="00377EAD" w:rsidP="0047556B">
      <w:pPr>
        <w:numPr>
          <w:ilvl w:val="2"/>
          <w:numId w:val="2"/>
        </w:numPr>
        <w:tabs>
          <w:tab w:val="left" w:pos="1080"/>
        </w:tabs>
        <w:ind w:left="0" w:firstLine="720"/>
      </w:pPr>
      <w:r w:rsidRPr="0047556B">
        <w:t xml:space="preserve">темп и интонационный рисунок </w:t>
      </w:r>
    </w:p>
    <w:p w:rsidR="00377EAD" w:rsidRPr="0047556B" w:rsidRDefault="00377EAD" w:rsidP="0047556B">
      <w:pPr>
        <w:numPr>
          <w:ilvl w:val="2"/>
          <w:numId w:val="2"/>
        </w:numPr>
        <w:tabs>
          <w:tab w:val="left" w:pos="1080"/>
        </w:tabs>
        <w:ind w:left="0" w:firstLine="720"/>
      </w:pPr>
      <w:r w:rsidRPr="0047556B">
        <w:t xml:space="preserve">фонетическое оформление (правильность звуков) </w:t>
      </w:r>
    </w:p>
    <w:p w:rsidR="00377EAD" w:rsidRPr="0047556B" w:rsidRDefault="00377EAD" w:rsidP="0047556B">
      <w:pPr>
        <w:numPr>
          <w:ilvl w:val="2"/>
          <w:numId w:val="2"/>
        </w:numPr>
        <w:tabs>
          <w:tab w:val="left" w:pos="1080"/>
        </w:tabs>
        <w:ind w:left="0" w:firstLine="720"/>
      </w:pPr>
      <w:r w:rsidRPr="0047556B">
        <w:t xml:space="preserve">правильное произношение слов </w:t>
      </w:r>
    </w:p>
    <w:p w:rsidR="00377EAD" w:rsidRPr="0047556B" w:rsidRDefault="00377EAD" w:rsidP="0047556B">
      <w:pPr>
        <w:numPr>
          <w:ilvl w:val="2"/>
          <w:numId w:val="2"/>
        </w:numPr>
        <w:tabs>
          <w:tab w:val="left" w:pos="1080"/>
        </w:tabs>
        <w:ind w:left="0" w:firstLine="720"/>
      </w:pPr>
      <w:r w:rsidRPr="0047556B">
        <w:t xml:space="preserve">соблюдение лексических и грамматических норм  </w:t>
      </w:r>
    </w:p>
    <w:p w:rsidR="00377EAD" w:rsidRPr="0047556B" w:rsidRDefault="00377EAD" w:rsidP="0047556B">
      <w:pPr>
        <w:numPr>
          <w:ilvl w:val="2"/>
          <w:numId w:val="2"/>
        </w:numPr>
        <w:tabs>
          <w:tab w:val="left" w:pos="1080"/>
        </w:tabs>
        <w:ind w:left="0" w:firstLine="720"/>
      </w:pPr>
      <w:r w:rsidRPr="0047556B">
        <w:t xml:space="preserve">понимание содержания высказывания (ответы на вопросы) </w:t>
      </w:r>
    </w:p>
    <w:tbl>
      <w:tblPr>
        <w:tblW w:w="6049" w:type="dxa"/>
        <w:tblInd w:w="-109" w:type="dxa"/>
        <w:tblCellMar>
          <w:top w:w="7" w:type="dxa"/>
          <w:right w:w="115" w:type="dxa"/>
        </w:tblCellMar>
        <w:tblLook w:val="00A0"/>
      </w:tblPr>
      <w:tblGrid>
        <w:gridCol w:w="2989"/>
        <w:gridCol w:w="3060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Количество допустимых ошибок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Оценка </w:t>
            </w:r>
          </w:p>
        </w:tc>
      </w:tr>
      <w:tr w:rsidR="00377EAD" w:rsidRPr="0047556B">
        <w:trPr>
          <w:trHeight w:val="288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0 - 2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3- 4 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5 - 6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7 и более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224" w:firstLine="0"/>
        <w:jc w:val="center"/>
      </w:pPr>
      <w:r w:rsidRPr="0047556B">
        <w:rPr>
          <w:b/>
          <w:bCs/>
        </w:rPr>
        <w:t xml:space="preserve"> </w:t>
      </w:r>
    </w:p>
    <w:p w:rsidR="00377EAD" w:rsidRPr="0047556B" w:rsidRDefault="00377EAD" w:rsidP="0070273C">
      <w:pPr>
        <w:spacing w:after="0" w:line="259" w:lineRule="auto"/>
        <w:ind w:left="164"/>
        <w:jc w:val="center"/>
      </w:pPr>
      <w:r w:rsidRPr="0047556B">
        <w:rPr>
          <w:b/>
          <w:bCs/>
        </w:rPr>
        <w:t xml:space="preserve">Средняя школа </w:t>
      </w:r>
    </w:p>
    <w:p w:rsidR="00377EAD" w:rsidRPr="0047556B" w:rsidRDefault="00377EAD" w:rsidP="0070273C">
      <w:pPr>
        <w:spacing w:after="0" w:line="259" w:lineRule="auto"/>
        <w:ind w:left="164" w:right="1"/>
        <w:jc w:val="center"/>
      </w:pPr>
      <w:r w:rsidRPr="0047556B">
        <w:rPr>
          <w:b/>
          <w:bCs/>
        </w:rPr>
        <w:t xml:space="preserve">5-8 класс </w:t>
      </w:r>
    </w:p>
    <w:p w:rsidR="00377EAD" w:rsidRPr="0047556B" w:rsidRDefault="00377EAD" w:rsidP="0070273C">
      <w:pPr>
        <w:spacing w:after="22" w:line="259" w:lineRule="auto"/>
        <w:ind w:left="214" w:firstLine="0"/>
        <w:jc w:val="center"/>
      </w:pPr>
      <w:r w:rsidRPr="0047556B">
        <w:t xml:space="preserve"> </w:t>
      </w:r>
    </w:p>
    <w:p w:rsidR="00377EAD" w:rsidRPr="0047556B" w:rsidRDefault="00377EAD" w:rsidP="0047556B">
      <w:pPr>
        <w:ind w:left="0" w:firstLine="720"/>
        <w:jc w:val="both"/>
      </w:pPr>
      <w:r w:rsidRPr="0047556B">
        <w:rPr>
          <w:b/>
          <w:bCs/>
        </w:rPr>
        <w:t>1) Словарный диктант</w:t>
      </w:r>
      <w:r w:rsidRPr="0047556B">
        <w:t xml:space="preserve"> (диктант-перевод, диктант по определениям, диктант по синонимам или антонимам, диктант по картинкам) </w:t>
      </w:r>
    </w:p>
    <w:p w:rsidR="00377EAD" w:rsidRPr="0047556B" w:rsidRDefault="00377EAD" w:rsidP="0047556B">
      <w:pPr>
        <w:ind w:left="0" w:firstLine="720"/>
        <w:jc w:val="both"/>
      </w:pPr>
      <w:r w:rsidRPr="0047556B">
        <w:rPr>
          <w:b/>
          <w:bCs/>
        </w:rPr>
        <w:t xml:space="preserve">Критерии: </w:t>
      </w:r>
      <w:r w:rsidRPr="0047556B">
        <w:t xml:space="preserve">правильно подобранное слово, орфографическое оформление </w:t>
      </w:r>
    </w:p>
    <w:tbl>
      <w:tblPr>
        <w:tblW w:w="6049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95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80 – 94 %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79 %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8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18" w:line="259" w:lineRule="auto"/>
        <w:ind w:left="36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47556B">
      <w:pPr>
        <w:ind w:left="0" w:firstLine="720"/>
        <w:jc w:val="both"/>
      </w:pPr>
      <w:r w:rsidRPr="0047556B">
        <w:rPr>
          <w:b/>
          <w:bCs/>
        </w:rPr>
        <w:t>2)</w:t>
      </w:r>
      <w:r>
        <w:rPr>
          <w:b/>
          <w:bCs/>
        </w:rPr>
        <w:t xml:space="preserve"> </w:t>
      </w:r>
      <w:r w:rsidRPr="0047556B">
        <w:rPr>
          <w:b/>
          <w:bCs/>
        </w:rPr>
        <w:t xml:space="preserve">Лексико-грамматический тест </w:t>
      </w:r>
      <w:r w:rsidRPr="0047556B">
        <w:t>по текущему материалу. (модульный, грамматический)</w:t>
      </w:r>
      <w:r w:rsidRPr="0047556B">
        <w:rPr>
          <w:b/>
          <w:bCs/>
        </w:rPr>
        <w:t xml:space="preserve"> </w:t>
      </w:r>
    </w:p>
    <w:tbl>
      <w:tblPr>
        <w:tblW w:w="6049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95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80 – 94 %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79 %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D22429">
      <w:pPr>
        <w:ind w:left="0" w:right="944" w:firstLine="720"/>
        <w:jc w:val="both"/>
      </w:pPr>
      <w:r>
        <w:rPr>
          <w:b/>
          <w:bCs/>
        </w:rPr>
        <w:t xml:space="preserve">3) </w:t>
      </w:r>
      <w:r w:rsidRPr="0047556B">
        <w:rPr>
          <w:b/>
          <w:bCs/>
        </w:rPr>
        <w:t xml:space="preserve">Лексико-грамматический тест </w:t>
      </w:r>
      <w:r w:rsidRPr="0047556B">
        <w:t>на остаточные знания, тест на понимание устного и письменного текстов (</w:t>
      </w:r>
      <w:r w:rsidRPr="0047556B">
        <w:rPr>
          <w:b/>
          <w:bCs/>
        </w:rPr>
        <w:t xml:space="preserve">аудирование и чтение) </w:t>
      </w:r>
    </w:p>
    <w:tbl>
      <w:tblPr>
        <w:tblW w:w="6049" w:type="dxa"/>
        <w:tblInd w:w="-109" w:type="dxa"/>
        <w:tblCellMar>
          <w:top w:w="7" w:type="dxa"/>
          <w:right w:w="115" w:type="dxa"/>
        </w:tblCellMar>
        <w:tblLook w:val="00A0"/>
      </w:tblPr>
      <w:tblGrid>
        <w:gridCol w:w="2989"/>
        <w:gridCol w:w="3060"/>
      </w:tblGrid>
      <w:tr w:rsidR="00377EAD" w:rsidRPr="0047556B">
        <w:trPr>
          <w:trHeight w:val="564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Оценка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91 – 100 %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75 – 90 %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60 – 74 %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Менее 60 %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2 </w:t>
            </w:r>
          </w:p>
        </w:tc>
      </w:tr>
    </w:tbl>
    <w:p w:rsidR="00377EAD" w:rsidRPr="0047556B" w:rsidRDefault="00377EAD" w:rsidP="00D22429">
      <w:pPr>
        <w:tabs>
          <w:tab w:val="left" w:pos="900"/>
        </w:tabs>
        <w:spacing w:after="4" w:line="270" w:lineRule="auto"/>
        <w:ind w:left="0" w:right="944" w:firstLine="720"/>
      </w:pPr>
      <w:r>
        <w:rPr>
          <w:b/>
          <w:bCs/>
        </w:rPr>
        <w:t xml:space="preserve">4) </w:t>
      </w:r>
      <w:r w:rsidRPr="0047556B">
        <w:rPr>
          <w:b/>
          <w:bCs/>
        </w:rPr>
        <w:t xml:space="preserve">Контроль монологического высказывания: </w:t>
      </w:r>
      <w:r w:rsidRPr="0047556B">
        <w:t xml:space="preserve">рассказ по теме </w:t>
      </w:r>
      <w:r w:rsidRPr="0047556B">
        <w:rPr>
          <w:b/>
          <w:bCs/>
        </w:rPr>
        <w:t xml:space="preserve">Критерии:  </w:t>
      </w:r>
    </w:p>
    <w:p w:rsidR="00377EAD" w:rsidRPr="0047556B" w:rsidRDefault="00377EAD" w:rsidP="0047556B">
      <w:pPr>
        <w:numPr>
          <w:ilvl w:val="1"/>
          <w:numId w:val="3"/>
        </w:numPr>
        <w:tabs>
          <w:tab w:val="left" w:pos="900"/>
        </w:tabs>
        <w:ind w:left="0" w:firstLine="720"/>
      </w:pPr>
      <w:r w:rsidRPr="0047556B">
        <w:t xml:space="preserve">решение коммуникативной задачи (содержание) </w:t>
      </w:r>
    </w:p>
    <w:p w:rsidR="00377EAD" w:rsidRPr="0047556B" w:rsidRDefault="00377EAD" w:rsidP="0047556B">
      <w:pPr>
        <w:numPr>
          <w:ilvl w:val="1"/>
          <w:numId w:val="3"/>
        </w:numPr>
        <w:tabs>
          <w:tab w:val="left" w:pos="900"/>
        </w:tabs>
        <w:ind w:left="0" w:firstLine="720"/>
      </w:pPr>
      <w:r w:rsidRPr="0047556B">
        <w:t xml:space="preserve">организация высказывания </w:t>
      </w:r>
    </w:p>
    <w:p w:rsidR="00377EAD" w:rsidRPr="0047556B" w:rsidRDefault="00377EAD" w:rsidP="0047556B">
      <w:pPr>
        <w:numPr>
          <w:ilvl w:val="1"/>
          <w:numId w:val="3"/>
        </w:numPr>
        <w:tabs>
          <w:tab w:val="left" w:pos="900"/>
        </w:tabs>
        <w:ind w:left="0" w:firstLine="720"/>
      </w:pPr>
      <w:r w:rsidRPr="0047556B">
        <w:t xml:space="preserve">языковое оформление высказывания </w:t>
      </w:r>
    </w:p>
    <w:tbl>
      <w:tblPr>
        <w:tblW w:w="10160" w:type="dxa"/>
        <w:tblInd w:w="-78" w:type="dxa"/>
        <w:tblLayout w:type="fixed"/>
        <w:tblCellMar>
          <w:top w:w="7" w:type="dxa"/>
          <w:left w:w="106" w:type="dxa"/>
          <w:right w:w="55" w:type="dxa"/>
        </w:tblCellMar>
        <w:tblLook w:val="00A0"/>
      </w:tblPr>
      <w:tblGrid>
        <w:gridCol w:w="2696"/>
        <w:gridCol w:w="3829"/>
        <w:gridCol w:w="2555"/>
        <w:gridCol w:w="1080"/>
      </w:tblGrid>
      <w:tr w:rsidR="00377EAD" w:rsidRPr="0047556B">
        <w:trPr>
          <w:trHeight w:val="1114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47"/>
              <w:jc w:val="center"/>
            </w:pPr>
            <w:r w:rsidRPr="0047556B">
              <w:rPr>
                <w:b/>
                <w:bCs/>
              </w:rPr>
              <w:t xml:space="preserve">Решение коммуникативной задачи (содержание)*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rPr>
                <w:b/>
                <w:bCs/>
              </w:rPr>
              <w:t xml:space="preserve">Организация высказывания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" w:line="281" w:lineRule="auto"/>
              <w:ind w:left="0" w:firstLine="0"/>
              <w:jc w:val="center"/>
            </w:pPr>
            <w:r w:rsidRPr="0047556B">
              <w:rPr>
                <w:b/>
                <w:bCs/>
              </w:rPr>
              <w:t xml:space="preserve">Языковое оформление высказывания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center"/>
            </w:pPr>
            <w:r w:rsidRPr="0047556B">
              <w:rPr>
                <w:b/>
                <w:bCs/>
              </w:rPr>
              <w:t xml:space="preserve">(Допустимое количество Ошибок)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7" w:firstLine="0"/>
              <w:jc w:val="both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569"/>
        </w:trPr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62" w:lineRule="auto"/>
              <w:ind w:left="0" w:right="304" w:firstLine="0"/>
              <w:jc w:val="both"/>
            </w:pPr>
            <w:r w:rsidRPr="0047556B">
              <w:rPr>
                <w:b/>
                <w:bCs/>
              </w:rPr>
              <w:t xml:space="preserve">Коммуникативная задача выполнена полностью: содержание полно, точно и развёрнуто. ( 85 – 100%.)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Даны правильные ответы на вопросы по содержанию. 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80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562"/>
        </w:trPr>
        <w:tc>
          <w:tcPr>
            <w:tcW w:w="26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3 - 5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562"/>
        </w:trPr>
        <w:tc>
          <w:tcPr>
            <w:tcW w:w="26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6 - 7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804"/>
        </w:trPr>
        <w:tc>
          <w:tcPr>
            <w:tcW w:w="2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8 и более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602"/>
        </w:trPr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Коммуникативная задача выполнена не полностью  (60 – 84%) Даны правильные ответы на вопросы по содержанию 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80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747"/>
        </w:trPr>
        <w:tc>
          <w:tcPr>
            <w:tcW w:w="26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5" w:firstLine="0"/>
              <w:jc w:val="center"/>
            </w:pPr>
            <w:r w:rsidRPr="0047556B">
              <w:t xml:space="preserve">3- 5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634"/>
        </w:trPr>
        <w:tc>
          <w:tcPr>
            <w:tcW w:w="2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6 и более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934"/>
        </w:trPr>
        <w:tc>
          <w:tcPr>
            <w:tcW w:w="2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firstLine="0"/>
            </w:pPr>
            <w:r w:rsidRPr="0047556B">
              <w:rPr>
                <w:b/>
                <w:bCs/>
              </w:rPr>
              <w:t xml:space="preserve">Коммуникативная задача выполнена не полностью  (60 – 84%) Имеются ошибки в  ответах на вопросы по содержанию </w:t>
            </w:r>
          </w:p>
        </w:tc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right="92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t xml:space="preserve">0 -3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008"/>
        </w:trPr>
        <w:tc>
          <w:tcPr>
            <w:tcW w:w="26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t xml:space="preserve">4 и более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1944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3" w:lineRule="auto"/>
              <w:ind w:left="2" w:firstLine="0"/>
            </w:pPr>
            <w:r w:rsidRPr="0047556B">
              <w:rPr>
                <w:b/>
                <w:bCs/>
              </w:rPr>
              <w:t xml:space="preserve">Коммуникативная задача выполнена частично ( 40- 59%) </w:t>
            </w:r>
          </w:p>
          <w:p w:rsidR="00377EAD" w:rsidRPr="0047556B" w:rsidRDefault="00377EAD" w:rsidP="00B700C6">
            <w:pPr>
              <w:spacing w:after="0" w:line="259" w:lineRule="auto"/>
              <w:ind w:left="2" w:firstLine="0"/>
            </w:pPr>
            <w:r w:rsidRPr="0047556B">
              <w:rPr>
                <w:b/>
                <w:bCs/>
              </w:rPr>
              <w:t xml:space="preserve">Не даны ответы на вопросы по содержанию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right="92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479" w:right="1432" w:firstLine="38"/>
            </w:pPr>
            <w:r w:rsidRPr="0047556B">
              <w:t xml:space="preserve"> -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2494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2" w:lineRule="auto"/>
              <w:ind w:left="2" w:firstLine="0"/>
            </w:pPr>
            <w:r w:rsidRPr="0047556B">
              <w:t xml:space="preserve"> Коммуникативная задача выполнена полностью: содержание полно, точно и развёрнуто. ( 85 – 100%.) </w:t>
            </w:r>
          </w:p>
          <w:p w:rsidR="00377EAD" w:rsidRPr="0047556B" w:rsidRDefault="00377EAD" w:rsidP="00B700C6">
            <w:pPr>
              <w:spacing w:after="0" w:line="259" w:lineRule="auto"/>
              <w:ind w:left="2" w:firstLine="0"/>
            </w:pPr>
            <w:r w:rsidRPr="0047556B">
              <w:t xml:space="preserve">Даны правильные ответы на вопросы по содержанию.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right="118" w:firstLine="0"/>
              <w:jc w:val="both"/>
            </w:pPr>
            <w:r w:rsidRPr="0047556B">
              <w:rPr>
                <w:b/>
                <w:bCs/>
              </w:rPr>
              <w:t xml:space="preserve">Высказывание не логично и  имеет незавершённый характер.  Высказывание  предъявлено в замедленном темпе с неправильным интонационным рисунком и нелогичной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218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firstLine="0"/>
            </w:pPr>
            <w:r w:rsidRPr="0047556B">
              <w:t xml:space="preserve">Коммуникативная задача выполнена не полностью  (60 – 84%) Даны правильные ответы на вопросы по содержанию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right="121" w:firstLine="0"/>
              <w:jc w:val="both"/>
            </w:pPr>
            <w:r w:rsidRPr="0047556B">
              <w:rPr>
                <w:b/>
                <w:bCs/>
              </w:rPr>
              <w:t xml:space="preserve">Высказывание не логично и  имеет незавершённый характер.  Высказывание  предъявлено в замедленном темпе с неправильным интонационным рисунком и нелогичной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2218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firstLine="0"/>
            </w:pPr>
            <w:r w:rsidRPr="0047556B">
              <w:t xml:space="preserve">Коммуникативная задача выполнена не полностью  (60 – 84%) Имеются ошибки в  ответах на вопросы по содержанию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" w:right="118" w:firstLine="0"/>
              <w:jc w:val="both"/>
            </w:pPr>
            <w:r w:rsidRPr="0047556B">
              <w:rPr>
                <w:b/>
                <w:bCs/>
              </w:rPr>
              <w:t xml:space="preserve">Высказывание не логично и  имеет незавершённый характер.  Высказывание  предъявлено в замедленном темпе с неправильным интонационным рисунком и нелогичной разбивкой на смысловые группы (синтагмы)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479" w:right="1432" w:firstLine="38"/>
            </w:pPr>
            <w:r w:rsidRPr="0047556B">
              <w:t xml:space="preserve"> -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1390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203" w:right="1154" w:firstLine="38"/>
            </w:pPr>
            <w:r w:rsidRPr="0047556B">
              <w:t xml:space="preserve"> - 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4" w:firstLine="0"/>
              <w:jc w:val="center"/>
            </w:pPr>
            <w:r w:rsidRPr="0047556B">
              <w:t xml:space="preserve">-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Понимание высказывания затруднено из-за многочисленных лексикограмматических и фонетических ошибок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Default="00377EAD" w:rsidP="00D22429">
      <w:pPr>
        <w:spacing w:after="4" w:line="270" w:lineRule="auto"/>
        <w:ind w:left="0" w:right="944" w:firstLine="0"/>
        <w:rPr>
          <w:b/>
          <w:bCs/>
        </w:rPr>
      </w:pPr>
    </w:p>
    <w:p w:rsidR="00377EAD" w:rsidRPr="0047556B" w:rsidRDefault="00377EAD" w:rsidP="00D22429">
      <w:pPr>
        <w:spacing w:after="4" w:line="270" w:lineRule="auto"/>
        <w:ind w:left="0" w:right="944" w:firstLine="720"/>
      </w:pPr>
      <w:r>
        <w:rPr>
          <w:b/>
          <w:bCs/>
        </w:rPr>
        <w:t xml:space="preserve">5) </w:t>
      </w:r>
      <w:r w:rsidRPr="0047556B">
        <w:rPr>
          <w:b/>
          <w:bCs/>
        </w:rPr>
        <w:t xml:space="preserve">Контроль письменного высказывания: </w:t>
      </w:r>
    </w:p>
    <w:p w:rsidR="00377EAD" w:rsidRPr="0047556B" w:rsidRDefault="00377EAD" w:rsidP="0070273C">
      <w:pPr>
        <w:ind w:left="720" w:right="5637" w:hanging="360"/>
      </w:pPr>
      <w:r w:rsidRPr="0047556B">
        <w:t xml:space="preserve">Письмо, сочинение </w:t>
      </w:r>
      <w:r w:rsidRPr="0047556B">
        <w:rPr>
          <w:b/>
          <w:bCs/>
        </w:rPr>
        <w:t xml:space="preserve">Критерии:  </w:t>
      </w:r>
    </w:p>
    <w:p w:rsidR="00377EAD" w:rsidRPr="0047556B" w:rsidRDefault="00377EAD" w:rsidP="0070273C">
      <w:pPr>
        <w:numPr>
          <w:ilvl w:val="2"/>
          <w:numId w:val="4"/>
        </w:numPr>
        <w:spacing w:after="21" w:line="259" w:lineRule="auto"/>
        <w:ind w:right="326" w:hanging="139"/>
      </w:pPr>
      <w:r w:rsidRPr="0047556B">
        <w:t xml:space="preserve">решение коммуникативной задачи (содержание) и организация высказывания </w:t>
      </w:r>
    </w:p>
    <w:p w:rsidR="00377EAD" w:rsidRPr="0047556B" w:rsidRDefault="00377EAD" w:rsidP="0070273C">
      <w:pPr>
        <w:numPr>
          <w:ilvl w:val="2"/>
          <w:numId w:val="4"/>
        </w:numPr>
        <w:ind w:right="326" w:hanging="139"/>
      </w:pPr>
      <w:r w:rsidRPr="0047556B">
        <w:t xml:space="preserve">языковое оформление высказывания </w:t>
      </w:r>
    </w:p>
    <w:p w:rsidR="00377EAD" w:rsidRPr="0047556B" w:rsidRDefault="00377EAD" w:rsidP="0070273C">
      <w:pPr>
        <w:ind w:left="10"/>
      </w:pPr>
      <w:r w:rsidRPr="0047556B">
        <w:t xml:space="preserve">За письменное высказывание выставляется 2 оценки по двум критериям. </w:t>
      </w:r>
    </w:p>
    <w:tbl>
      <w:tblPr>
        <w:tblW w:w="9881" w:type="dxa"/>
        <w:tblInd w:w="-81" w:type="dxa"/>
        <w:tblCellMar>
          <w:top w:w="7" w:type="dxa"/>
          <w:right w:w="59" w:type="dxa"/>
        </w:tblCellMar>
        <w:tblLook w:val="00A0"/>
      </w:tblPr>
      <w:tblGrid>
        <w:gridCol w:w="3863"/>
        <w:gridCol w:w="4474"/>
        <w:gridCol w:w="1544"/>
      </w:tblGrid>
      <w:tr w:rsidR="00377EAD" w:rsidRPr="0047556B">
        <w:trPr>
          <w:trHeight w:val="562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5" w:line="259" w:lineRule="auto"/>
              <w:ind w:left="106" w:firstLine="0"/>
            </w:pPr>
            <w:r w:rsidRPr="0047556B">
              <w:rPr>
                <w:b/>
                <w:bCs/>
              </w:rPr>
              <w:t xml:space="preserve">Решение коммуникативной задачи </w:t>
            </w:r>
          </w:p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(содержание)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Организация  текста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1390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Задание выполнено полностью. </w:t>
            </w:r>
          </w:p>
          <w:p w:rsidR="00377EAD" w:rsidRPr="0047556B" w:rsidRDefault="00377EAD" w:rsidP="00B700C6">
            <w:pPr>
              <w:spacing w:after="0" w:line="259" w:lineRule="auto"/>
              <w:ind w:left="0" w:right="204" w:firstLine="0"/>
            </w:pPr>
            <w:r w:rsidRPr="0047556B">
              <w:t xml:space="preserve">Допустим </w:t>
            </w:r>
            <w:r w:rsidRPr="0047556B">
              <w:rPr>
                <w:b/>
                <w:bCs/>
              </w:rPr>
              <w:t>один</w:t>
            </w:r>
            <w:r w:rsidRPr="0047556B">
              <w:t xml:space="preserve"> недочет Правильный выбор стилевого оформления речи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0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390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72" w:lineRule="auto"/>
              <w:ind w:left="0" w:firstLine="0"/>
            </w:pPr>
            <w:r w:rsidRPr="0047556B">
              <w:t xml:space="preserve">Задание выполнено не полностью. Имеются </w:t>
            </w:r>
            <w:r w:rsidRPr="0047556B">
              <w:rPr>
                <w:b/>
                <w:bCs/>
              </w:rPr>
              <w:t>2-3</w:t>
            </w:r>
            <w:r w:rsidRPr="0047556B">
              <w:t xml:space="preserve"> недочета.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Есть недочеты в стилевом оформлении речи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Структура текста соответствует заданию Используются средства логической связи 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392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4" w:line="259" w:lineRule="auto"/>
              <w:ind w:left="0" w:firstLine="0"/>
            </w:pPr>
            <w:r w:rsidRPr="0047556B">
              <w:t xml:space="preserve">Задание выполнено частично.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Есть </w:t>
            </w:r>
            <w:r w:rsidRPr="0047556B">
              <w:rPr>
                <w:b/>
                <w:bCs/>
              </w:rPr>
              <w:t>серьезные ошибки</w:t>
            </w:r>
            <w:r w:rsidRPr="0047556B">
              <w:t xml:space="preserve"> в содержании Не соблюдается стилевое оформление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390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Задание не выполнено.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Коммуникативная задача </w:t>
            </w:r>
            <w:r w:rsidRPr="0047556B">
              <w:rPr>
                <w:b/>
                <w:bCs/>
              </w:rPr>
              <w:t>не решена</w:t>
            </w:r>
            <w:r w:rsidRPr="0047556B">
              <w:t xml:space="preserve">.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Структура текста соответствует заданию Используются средства логической связи 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1666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Задание выполнено полностью. </w:t>
            </w:r>
          </w:p>
          <w:p w:rsidR="00377EAD" w:rsidRPr="0047556B" w:rsidRDefault="00377EAD" w:rsidP="00B700C6">
            <w:pPr>
              <w:spacing w:after="0" w:line="259" w:lineRule="auto"/>
              <w:ind w:left="0" w:right="260" w:firstLine="0"/>
            </w:pPr>
            <w:r w:rsidRPr="0047556B">
              <w:t xml:space="preserve">Допустим </w:t>
            </w:r>
            <w:r w:rsidRPr="0047556B">
              <w:rPr>
                <w:b/>
                <w:bCs/>
              </w:rPr>
              <w:t>один</w:t>
            </w:r>
            <w:r w:rsidRPr="0047556B">
              <w:t xml:space="preserve"> недочет Правильный выбор стилевого оформления речи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0" w:line="279" w:lineRule="auto"/>
              <w:ind w:left="0" w:firstLine="0"/>
            </w:pPr>
            <w:r w:rsidRPr="0047556B">
              <w:t xml:space="preserve">Структура текста соответствует заданию Используются средства логической связи </w:t>
            </w:r>
          </w:p>
          <w:p w:rsidR="00377EAD" w:rsidRPr="0047556B" w:rsidRDefault="00377EAD" w:rsidP="00B700C6">
            <w:pPr>
              <w:spacing w:after="3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В 2-3 аспектах есть недочеты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255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72" w:lineRule="auto"/>
              <w:ind w:left="0" w:firstLine="0"/>
            </w:pPr>
            <w:r w:rsidRPr="0047556B">
              <w:t xml:space="preserve">Задание выполнено не полностью. Имеются </w:t>
            </w:r>
            <w:r w:rsidRPr="0047556B">
              <w:rPr>
                <w:b/>
                <w:bCs/>
              </w:rPr>
              <w:t>2-3</w:t>
            </w:r>
            <w:r w:rsidRPr="0047556B">
              <w:t xml:space="preserve"> недочета.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Есть недочеты в стилевом оформлении речи </w:t>
            </w:r>
          </w:p>
        </w:tc>
        <w:tc>
          <w:tcPr>
            <w:tcW w:w="4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3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>В 2-3 аспектах есть недочеты</w:t>
            </w:r>
            <w:r w:rsidRPr="0047556B">
              <w:t xml:space="preserve"> 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256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4" w:line="259" w:lineRule="auto"/>
              <w:ind w:left="0" w:firstLine="0"/>
            </w:pPr>
            <w:r w:rsidRPr="0047556B">
              <w:t xml:space="preserve">Задание выполнено частично.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Есть </w:t>
            </w:r>
            <w:r w:rsidRPr="0047556B">
              <w:rPr>
                <w:b/>
                <w:bCs/>
              </w:rPr>
              <w:t>серьезные ошибки</w:t>
            </w:r>
            <w:r w:rsidRPr="0047556B">
              <w:t xml:space="preserve"> в содержании Не соблюдается стилевое оформление </w:t>
            </w:r>
          </w:p>
        </w:tc>
        <w:tc>
          <w:tcPr>
            <w:tcW w:w="44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1390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- 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31" w:line="259" w:lineRule="auto"/>
              <w:ind w:left="0" w:firstLine="0"/>
            </w:pPr>
            <w:r w:rsidRPr="0047556B">
              <w:t xml:space="preserve">Высказывание </w:t>
            </w:r>
            <w:r w:rsidRPr="0047556B">
              <w:rPr>
                <w:b/>
                <w:bCs/>
              </w:rPr>
              <w:t xml:space="preserve">нелогично </w:t>
            </w:r>
          </w:p>
          <w:p w:rsidR="00377EAD" w:rsidRPr="0047556B" w:rsidRDefault="00377EAD" w:rsidP="00B700C6">
            <w:pPr>
              <w:spacing w:after="26" w:line="259" w:lineRule="auto"/>
              <w:ind w:left="0" w:firstLine="0"/>
            </w:pPr>
            <w:r w:rsidRPr="0047556B">
              <w:rPr>
                <w:b/>
                <w:bCs/>
              </w:rPr>
              <w:t xml:space="preserve">Нет разбивки на абзацы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>Структура не соответствует заданию Неправильно</w:t>
            </w:r>
            <w:r w:rsidRPr="0047556B">
              <w:t xml:space="preserve"> используются средства логической связи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3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31" w:line="259" w:lineRule="auto"/>
        <w:ind w:left="0" w:firstLine="0"/>
      </w:pPr>
      <w:r w:rsidRPr="0047556B">
        <w:t xml:space="preserve"> </w:t>
      </w:r>
    </w:p>
    <w:p w:rsidR="00377EAD" w:rsidRPr="0047556B" w:rsidRDefault="00377EAD" w:rsidP="0070273C">
      <w:pPr>
        <w:spacing w:after="4" w:line="270" w:lineRule="auto"/>
        <w:ind w:left="-5" w:right="944"/>
      </w:pPr>
      <w:r w:rsidRPr="0047556B">
        <w:rPr>
          <w:b/>
          <w:bCs/>
        </w:rPr>
        <w:t xml:space="preserve">Языковое оформление высказывания </w:t>
      </w:r>
    </w:p>
    <w:tbl>
      <w:tblPr>
        <w:tblW w:w="9573" w:type="dxa"/>
        <w:tblInd w:w="-109" w:type="dxa"/>
        <w:tblCellMar>
          <w:top w:w="12" w:type="dxa"/>
          <w:right w:w="115" w:type="dxa"/>
        </w:tblCellMar>
        <w:tblLook w:val="00A0"/>
      </w:tblPr>
      <w:tblGrid>
        <w:gridCol w:w="6409"/>
        <w:gridCol w:w="3164"/>
      </w:tblGrid>
      <w:tr w:rsidR="00377EAD" w:rsidRPr="0047556B">
        <w:trPr>
          <w:trHeight w:val="286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Допустимое количество ошибок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838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2 лексико-грамматические ошибки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орфографические или пунктуационные ошибки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390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4 лексико-грамматические ошибки </w:t>
            </w:r>
          </w:p>
          <w:p w:rsidR="00377EAD" w:rsidRPr="0047556B" w:rsidRDefault="00377EAD" w:rsidP="00B700C6">
            <w:pPr>
              <w:spacing w:after="17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4 орфографические или пунктуационные ошибки </w:t>
            </w:r>
          </w:p>
          <w:p w:rsidR="00377EAD" w:rsidRPr="0047556B" w:rsidRDefault="00377EAD" w:rsidP="00B700C6">
            <w:pPr>
              <w:spacing w:after="15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Любые 4 ошибки 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390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6 лексико-грамматических ошибок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0" w:line="283" w:lineRule="auto"/>
              <w:ind w:left="0" w:right="478" w:firstLine="0"/>
            </w:pPr>
            <w:r w:rsidRPr="0047556B">
              <w:t xml:space="preserve">6 орфографических или пунктуационных ошибок </w:t>
            </w:r>
            <w:r w:rsidRPr="0047556B">
              <w:rPr>
                <w:b/>
                <w:bCs/>
              </w:rPr>
              <w:t xml:space="preserve">ИЛИ 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Любые 6 ошибок 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288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7 и более любых ошибок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27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70273C">
      <w:pPr>
        <w:spacing w:after="4" w:line="270" w:lineRule="auto"/>
        <w:ind w:left="-5" w:right="944"/>
      </w:pPr>
      <w:r w:rsidRPr="0047556B">
        <w:rPr>
          <w:b/>
          <w:bCs/>
        </w:rPr>
        <w:t xml:space="preserve">Ошибки, сделанные на ОДНО правило или в одном слове (несколькораз) Считаются за 1 ошибку. </w:t>
      </w:r>
    </w:p>
    <w:p w:rsidR="00377EAD" w:rsidRDefault="00377EAD" w:rsidP="0070273C">
      <w:pPr>
        <w:pStyle w:val="Heading1"/>
        <w:ind w:left="163" w:right="5"/>
        <w:rPr>
          <w:sz w:val="24"/>
          <w:szCs w:val="24"/>
        </w:rPr>
      </w:pPr>
    </w:p>
    <w:p w:rsidR="00377EAD" w:rsidRPr="0047556B" w:rsidRDefault="00377EAD" w:rsidP="0070273C">
      <w:pPr>
        <w:pStyle w:val="Heading1"/>
        <w:ind w:left="163" w:right="5"/>
        <w:rPr>
          <w:sz w:val="24"/>
          <w:szCs w:val="24"/>
        </w:rPr>
      </w:pPr>
      <w:r w:rsidRPr="0047556B">
        <w:rPr>
          <w:sz w:val="24"/>
          <w:szCs w:val="24"/>
        </w:rPr>
        <w:t xml:space="preserve">Старшая школа 9 класс </w:t>
      </w:r>
    </w:p>
    <w:p w:rsidR="00377EAD" w:rsidRPr="0047556B" w:rsidRDefault="00377EAD" w:rsidP="0070273C">
      <w:pPr>
        <w:spacing w:after="18" w:line="259" w:lineRule="auto"/>
        <w:ind w:left="214" w:firstLine="0"/>
        <w:jc w:val="center"/>
      </w:pPr>
      <w:r w:rsidRPr="0047556B">
        <w:rPr>
          <w:b/>
          <w:bCs/>
        </w:rPr>
        <w:t xml:space="preserve"> </w:t>
      </w:r>
    </w:p>
    <w:p w:rsidR="00377EAD" w:rsidRPr="0047556B" w:rsidRDefault="00377EAD" w:rsidP="00D22429">
      <w:pPr>
        <w:ind w:left="0" w:firstLine="720"/>
        <w:jc w:val="both"/>
      </w:pPr>
      <w:r w:rsidRPr="0047556B">
        <w:rPr>
          <w:b/>
          <w:bCs/>
        </w:rPr>
        <w:t>1)</w:t>
      </w:r>
      <w:r>
        <w:rPr>
          <w:b/>
          <w:bCs/>
        </w:rPr>
        <w:t xml:space="preserve"> </w:t>
      </w:r>
      <w:r w:rsidRPr="0047556B">
        <w:rPr>
          <w:b/>
          <w:bCs/>
        </w:rPr>
        <w:t xml:space="preserve">Лексико-грамматический тест </w:t>
      </w:r>
      <w:r w:rsidRPr="0047556B">
        <w:t>по текущему материалу. (модульный, грамматический)</w:t>
      </w:r>
      <w:r w:rsidRPr="0047556B">
        <w:rPr>
          <w:b/>
          <w:bCs/>
        </w:rPr>
        <w:t xml:space="preserve"> </w:t>
      </w:r>
    </w:p>
    <w:tbl>
      <w:tblPr>
        <w:tblW w:w="6049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95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80 – 94 %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8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79 %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17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D22429">
      <w:pPr>
        <w:ind w:left="0" w:right="944" w:firstLine="720"/>
        <w:jc w:val="both"/>
      </w:pPr>
      <w:r>
        <w:rPr>
          <w:b/>
          <w:bCs/>
        </w:rPr>
        <w:t xml:space="preserve">2) </w:t>
      </w:r>
      <w:r w:rsidRPr="0047556B">
        <w:rPr>
          <w:b/>
          <w:bCs/>
        </w:rPr>
        <w:t xml:space="preserve">Лексико-грамматический тест </w:t>
      </w:r>
      <w:r w:rsidRPr="0047556B">
        <w:t>на остаточные знания, тест на понимание устного и письменного текстов (</w:t>
      </w:r>
      <w:r w:rsidRPr="0047556B">
        <w:rPr>
          <w:b/>
          <w:bCs/>
        </w:rPr>
        <w:t xml:space="preserve">аудирование и чтение) </w:t>
      </w:r>
    </w:p>
    <w:tbl>
      <w:tblPr>
        <w:tblW w:w="6049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91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75 – 90 %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8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25" w:line="259" w:lineRule="auto"/>
        <w:ind w:left="0" w:firstLine="0"/>
      </w:pPr>
      <w:r w:rsidRPr="0047556B">
        <w:rPr>
          <w:b/>
          <w:bCs/>
        </w:rPr>
        <w:t xml:space="preserve">  </w:t>
      </w:r>
    </w:p>
    <w:p w:rsidR="00377EAD" w:rsidRPr="0047556B" w:rsidRDefault="00377EAD" w:rsidP="00D22429">
      <w:pPr>
        <w:spacing w:after="4" w:line="270" w:lineRule="auto"/>
        <w:ind w:left="0" w:right="944" w:firstLine="720"/>
        <w:jc w:val="both"/>
      </w:pPr>
      <w:r>
        <w:rPr>
          <w:b/>
          <w:bCs/>
        </w:rPr>
        <w:t xml:space="preserve">3) </w:t>
      </w:r>
      <w:r w:rsidRPr="0047556B">
        <w:rPr>
          <w:b/>
          <w:bCs/>
        </w:rPr>
        <w:t xml:space="preserve">Контроль техники чтения </w:t>
      </w:r>
    </w:p>
    <w:tbl>
      <w:tblPr>
        <w:tblW w:w="9573" w:type="dxa"/>
        <w:tblInd w:w="-78" w:type="dxa"/>
        <w:tblCellMar>
          <w:top w:w="12" w:type="dxa"/>
          <w:right w:w="52" w:type="dxa"/>
        </w:tblCellMar>
        <w:tblLook w:val="00A0"/>
      </w:tblPr>
      <w:tblGrid>
        <w:gridCol w:w="7669"/>
        <w:gridCol w:w="1904"/>
      </w:tblGrid>
      <w:tr w:rsidR="00377EAD" w:rsidRPr="0047556B">
        <w:trPr>
          <w:trHeight w:val="286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Критерии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1114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Речь воспринимается легко: необоснованные паузы отсутствуют; фразовое ударение и интонационные контуры, произношение слов практически без нарушений нормы; допускается </w:t>
            </w:r>
            <w:r w:rsidRPr="0047556B">
              <w:rPr>
                <w:b/>
                <w:bCs/>
              </w:rPr>
              <w:t>не более 2-х</w:t>
            </w:r>
            <w:r w:rsidRPr="0047556B">
              <w:t xml:space="preserve"> фонетических ошибок</w:t>
            </w:r>
            <w:r w:rsidRPr="0047556B">
              <w:rPr>
                <w:b/>
                <w:bCs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114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Речь воспринимается достаточно легко, однако присутствуют необоснованные паузы; фразовое ударение и интонационные контуры практически без нарушений нормы; допускается от </w:t>
            </w:r>
            <w:r w:rsidRPr="0047556B">
              <w:rPr>
                <w:b/>
                <w:bCs/>
              </w:rPr>
              <w:t>3 до 5</w:t>
            </w:r>
            <w:r w:rsidRPr="0047556B">
              <w:t xml:space="preserve"> фонетических ошибок, в том числе 1-2 ошибки, искажающие смысл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</w:tc>
      </w:tr>
      <w:tr w:rsidR="00377EAD" w:rsidRPr="0047556B">
        <w:trPr>
          <w:trHeight w:val="1114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Речь воспринимается достаточно легко, однако присутствуют необоснованные паузы; есть ошибки в фразовых ударениях и интонационных контурах; допускается от </w:t>
            </w:r>
            <w:r w:rsidRPr="0047556B">
              <w:rPr>
                <w:b/>
                <w:bCs/>
              </w:rPr>
              <w:t>5 до 7</w:t>
            </w:r>
            <w:r w:rsidRPr="0047556B">
              <w:t xml:space="preserve"> фонетических ошибок, в том числе 3 ошибки, искажающие смысл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840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2" w:firstLine="0"/>
            </w:pPr>
            <w:r w:rsidRPr="0047556B">
              <w:t xml:space="preserve">Речь не воспринимается из-за необоснованных пауз; неправильных фразовых ударений и искаженных интонационных контуров </w:t>
            </w:r>
            <w:r w:rsidRPr="0047556B">
              <w:rPr>
                <w:b/>
                <w:bCs/>
              </w:rPr>
              <w:t>И\ИЛИ 8</w:t>
            </w:r>
            <w:r w:rsidRPr="0047556B">
              <w:t xml:space="preserve"> и более фонетических ошибок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26" w:line="259" w:lineRule="auto"/>
        <w:ind w:left="0" w:firstLine="0"/>
      </w:pPr>
      <w:r w:rsidRPr="0047556B">
        <w:t xml:space="preserve"> </w:t>
      </w:r>
    </w:p>
    <w:p w:rsidR="00377EAD" w:rsidRPr="0047556B" w:rsidRDefault="00377EAD" w:rsidP="00D22429">
      <w:pPr>
        <w:tabs>
          <w:tab w:val="left" w:pos="900"/>
        </w:tabs>
        <w:spacing w:after="4" w:line="270" w:lineRule="auto"/>
        <w:ind w:left="0" w:right="944" w:firstLine="720"/>
        <w:jc w:val="both"/>
      </w:pPr>
      <w:r>
        <w:rPr>
          <w:b/>
          <w:bCs/>
        </w:rPr>
        <w:t xml:space="preserve">4) </w:t>
      </w:r>
      <w:r w:rsidRPr="0047556B">
        <w:rPr>
          <w:b/>
          <w:bCs/>
        </w:rPr>
        <w:t xml:space="preserve">Контроль монологического высказывания:  </w:t>
      </w:r>
      <w:r w:rsidRPr="0047556B">
        <w:t>рассказ по теме</w:t>
      </w:r>
      <w:r w:rsidRPr="0047556B">
        <w:rPr>
          <w:b/>
          <w:bCs/>
        </w:rPr>
        <w:t xml:space="preserve"> Критерии:  </w:t>
      </w:r>
    </w:p>
    <w:p w:rsidR="00377EAD" w:rsidRPr="0047556B" w:rsidRDefault="00377EAD" w:rsidP="0047556B">
      <w:pPr>
        <w:numPr>
          <w:ilvl w:val="1"/>
          <w:numId w:val="5"/>
        </w:numPr>
        <w:tabs>
          <w:tab w:val="left" w:pos="900"/>
        </w:tabs>
        <w:ind w:left="0" w:firstLine="720"/>
      </w:pPr>
      <w:r w:rsidRPr="0047556B">
        <w:t xml:space="preserve">решение коммуникативной задачи (содержание) </w:t>
      </w:r>
    </w:p>
    <w:p w:rsidR="00377EAD" w:rsidRPr="0047556B" w:rsidRDefault="00377EAD" w:rsidP="0047556B">
      <w:pPr>
        <w:numPr>
          <w:ilvl w:val="1"/>
          <w:numId w:val="5"/>
        </w:numPr>
        <w:tabs>
          <w:tab w:val="left" w:pos="900"/>
        </w:tabs>
        <w:ind w:left="0" w:firstLine="720"/>
      </w:pPr>
      <w:r w:rsidRPr="0047556B">
        <w:t xml:space="preserve">организация высказывания </w:t>
      </w:r>
    </w:p>
    <w:p w:rsidR="00377EAD" w:rsidRPr="0047556B" w:rsidRDefault="00377EAD" w:rsidP="0047556B">
      <w:pPr>
        <w:numPr>
          <w:ilvl w:val="1"/>
          <w:numId w:val="5"/>
        </w:numPr>
        <w:tabs>
          <w:tab w:val="left" w:pos="900"/>
        </w:tabs>
        <w:ind w:left="0" w:firstLine="720"/>
      </w:pPr>
      <w:r w:rsidRPr="0047556B">
        <w:t xml:space="preserve">языковое оформление высказывания </w:t>
      </w:r>
    </w:p>
    <w:p w:rsidR="00377EAD" w:rsidRPr="0047556B" w:rsidRDefault="00377EAD" w:rsidP="0070273C">
      <w:pPr>
        <w:spacing w:after="0" w:line="259" w:lineRule="auto"/>
        <w:ind w:left="214" w:firstLine="0"/>
        <w:jc w:val="center"/>
      </w:pPr>
      <w:r w:rsidRPr="0047556B">
        <w:t xml:space="preserve"> </w:t>
      </w:r>
    </w:p>
    <w:tbl>
      <w:tblPr>
        <w:tblW w:w="10167" w:type="dxa"/>
        <w:tblInd w:w="-85" w:type="dxa"/>
        <w:tblLayout w:type="fixed"/>
        <w:tblCellMar>
          <w:top w:w="7" w:type="dxa"/>
          <w:right w:w="67" w:type="dxa"/>
        </w:tblCellMar>
        <w:tblLook w:val="00A0"/>
      </w:tblPr>
      <w:tblGrid>
        <w:gridCol w:w="7"/>
        <w:gridCol w:w="3539"/>
        <w:gridCol w:w="3561"/>
        <w:gridCol w:w="85"/>
        <w:gridCol w:w="1895"/>
        <w:gridCol w:w="1080"/>
      </w:tblGrid>
      <w:tr w:rsidR="00377EAD" w:rsidRPr="0047556B">
        <w:trPr>
          <w:trHeight w:val="1666"/>
        </w:trPr>
        <w:tc>
          <w:tcPr>
            <w:tcW w:w="3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  <w:jc w:val="center"/>
            </w:pPr>
            <w:r w:rsidRPr="0047556B">
              <w:rPr>
                <w:b/>
                <w:bCs/>
              </w:rPr>
              <w:t xml:space="preserve">Решение коммуникативной задачи (содержание)* </w:t>
            </w:r>
          </w:p>
        </w:tc>
        <w:tc>
          <w:tcPr>
            <w:tcW w:w="3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0" w:firstLine="0"/>
              <w:jc w:val="center"/>
            </w:pPr>
            <w:r w:rsidRPr="0047556B">
              <w:rPr>
                <w:b/>
                <w:bCs/>
              </w:rPr>
              <w:t xml:space="preserve">Организация высказывания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49" w:line="238" w:lineRule="auto"/>
              <w:ind w:left="0" w:firstLine="0"/>
              <w:jc w:val="center"/>
            </w:pPr>
            <w:r w:rsidRPr="0047556B">
              <w:rPr>
                <w:b/>
                <w:bCs/>
              </w:rPr>
              <w:t xml:space="preserve">Языковое оформление </w:t>
            </w:r>
          </w:p>
          <w:p w:rsidR="00377EAD" w:rsidRPr="0047556B" w:rsidRDefault="00377EAD" w:rsidP="00B700C6">
            <w:pPr>
              <w:spacing w:after="0" w:line="259" w:lineRule="auto"/>
              <w:ind w:left="0" w:right="42" w:firstLine="0"/>
              <w:jc w:val="center"/>
            </w:pPr>
            <w:r w:rsidRPr="0047556B">
              <w:rPr>
                <w:b/>
                <w:bCs/>
              </w:rPr>
              <w:t xml:space="preserve">высказывания </w:t>
            </w:r>
          </w:p>
          <w:p w:rsidR="00377EAD" w:rsidRPr="0047556B" w:rsidRDefault="00377EAD" w:rsidP="00B700C6">
            <w:pPr>
              <w:spacing w:after="0" w:line="280" w:lineRule="auto"/>
              <w:ind w:left="0" w:firstLine="0"/>
              <w:jc w:val="center"/>
            </w:pPr>
            <w:r w:rsidRPr="0047556B">
              <w:rPr>
                <w:b/>
                <w:bCs/>
              </w:rPr>
              <w:t xml:space="preserve">(Допустимое количество </w:t>
            </w:r>
          </w:p>
          <w:p w:rsidR="00377EAD" w:rsidRPr="0047556B" w:rsidRDefault="00377EAD" w:rsidP="00B700C6">
            <w:pPr>
              <w:spacing w:after="0" w:line="259" w:lineRule="auto"/>
              <w:ind w:left="0" w:right="45" w:firstLine="0"/>
              <w:jc w:val="center"/>
            </w:pPr>
            <w:r w:rsidRPr="0047556B">
              <w:rPr>
                <w:b/>
                <w:bCs/>
              </w:rPr>
              <w:t xml:space="preserve">Ошибок)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7" w:firstLine="0"/>
              <w:jc w:val="both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562"/>
        </w:trPr>
        <w:tc>
          <w:tcPr>
            <w:tcW w:w="35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Коммуникативная задача выполнена полностью: содержание полно, точно и развёрнуто. ( 85 – 100%.) </w:t>
            </w:r>
          </w:p>
        </w:tc>
        <w:tc>
          <w:tcPr>
            <w:tcW w:w="36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241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0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562"/>
        </w:trPr>
        <w:tc>
          <w:tcPr>
            <w:tcW w:w="354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64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3" w:firstLine="0"/>
              <w:jc w:val="center"/>
            </w:pPr>
            <w:r w:rsidRPr="0047556B">
              <w:t xml:space="preserve">3 - 5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20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40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562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Даны правильные ответы на вопросы по содержанию. 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интонационным рисунком и 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t xml:space="preserve">6 - 7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564"/>
        </w:trPr>
        <w:tc>
          <w:tcPr>
            <w:tcW w:w="3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t xml:space="preserve">8 и более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562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42" w:lineRule="auto"/>
              <w:ind w:left="0" w:right="5" w:firstLine="0"/>
            </w:pPr>
            <w:r w:rsidRPr="0047556B">
              <w:rPr>
                <w:b/>
                <w:bCs/>
              </w:rPr>
              <w:t xml:space="preserve">Коммуникативная задача выполнена не полностью  (60 – 84%)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Даны правильные ответы на вопросы по содержанию 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92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715"/>
        </w:trPr>
        <w:tc>
          <w:tcPr>
            <w:tcW w:w="3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56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t xml:space="preserve">3- 5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746"/>
        </w:trPr>
        <w:tc>
          <w:tcPr>
            <w:tcW w:w="3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t xml:space="preserve">6 и более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1188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42" w:lineRule="auto"/>
              <w:ind w:left="0" w:right="5" w:firstLine="0"/>
            </w:pPr>
            <w:r w:rsidRPr="0047556B">
              <w:rPr>
                <w:b/>
                <w:bCs/>
              </w:rPr>
              <w:t xml:space="preserve">Коммуникативная задача выполнена не полностью  (60 – 84%) </w:t>
            </w:r>
          </w:p>
          <w:p w:rsidR="00377EAD" w:rsidRPr="0047556B" w:rsidRDefault="00377EAD" w:rsidP="00B700C6">
            <w:pPr>
              <w:spacing w:after="0" w:line="259" w:lineRule="auto"/>
              <w:ind w:left="0" w:right="10" w:firstLine="0"/>
            </w:pPr>
            <w:r w:rsidRPr="0047556B">
              <w:rPr>
                <w:b/>
                <w:bCs/>
              </w:rPr>
              <w:t xml:space="preserve">Имеются ошибки в  ответах на вопросы по содержанию </w:t>
            </w:r>
          </w:p>
        </w:tc>
        <w:tc>
          <w:tcPr>
            <w:tcW w:w="3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92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t xml:space="preserve">0 -3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785"/>
        </w:trPr>
        <w:tc>
          <w:tcPr>
            <w:tcW w:w="3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5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t xml:space="preserve">4 и более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1942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Коммуникативная задача выполнена частично ( 40- 59%)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Не даны ответы на вопросы по содержанию 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92" w:firstLine="0"/>
              <w:jc w:val="both"/>
            </w:pPr>
            <w:r w:rsidRPr="0047556B">
              <w:t xml:space="preserve">Высказывание логично и имеет завершённый характер.  Высказывание  предъявлено в нормальном темпе с правильным интонационным рисунком и 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9" w:right="1084" w:firstLine="41"/>
            </w:pPr>
            <w:r w:rsidRPr="0047556B">
              <w:t xml:space="preserve"> -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221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65" w:lineRule="auto"/>
              <w:ind w:left="0" w:firstLine="0"/>
            </w:pPr>
            <w:r w:rsidRPr="0047556B">
              <w:t xml:space="preserve"> Коммуникативная задача выполнена полностью: содержание полно, точно и развёрнуто. ( 85 – 100%.)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Даны правильные ответы на вопросы по содержанию. 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20" w:firstLine="0"/>
              <w:jc w:val="both"/>
            </w:pPr>
            <w:r w:rsidRPr="0047556B">
              <w:rPr>
                <w:b/>
                <w:bCs/>
              </w:rPr>
              <w:t xml:space="preserve">Высказывание не логично и  имеет незавершённый характер.  Высказывание  предъявлено в замедленном темпе с неправильным интонационным рисунком и нелогичной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221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8" w:lineRule="auto"/>
              <w:ind w:left="0" w:firstLine="0"/>
            </w:pPr>
            <w:r w:rsidRPr="0047556B">
              <w:t xml:space="preserve">Коммуникативная задача выполнена не полностью  (60 – 84%)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Даны правильные ответы на вопросы по содержанию 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20" w:firstLine="0"/>
              <w:jc w:val="both"/>
            </w:pPr>
            <w:r w:rsidRPr="0047556B">
              <w:rPr>
                <w:b/>
                <w:bCs/>
              </w:rPr>
              <w:t xml:space="preserve">Высказывание не логично и  имеет незавершённый характер.  Высказывание  предъявлено в замедленном темпе с неправильным интонационным рисунком и нелогичной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t xml:space="preserve">0 - 2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221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8" w:lineRule="auto"/>
              <w:ind w:left="0" w:firstLine="0"/>
            </w:pPr>
            <w:r w:rsidRPr="0047556B">
              <w:t xml:space="preserve">Коммуникативная задача выполнена не полностью  (60 – 84%)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Имеются ошибки в  ответах на вопросы по содержанию 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20" w:firstLine="0"/>
              <w:jc w:val="both"/>
            </w:pPr>
            <w:r w:rsidRPr="0047556B">
              <w:rPr>
                <w:b/>
                <w:bCs/>
              </w:rPr>
              <w:t xml:space="preserve">Высказывание не логично и  имеет незавершённый характер.  Высказывание  предъявлено в замедленном темпе с неправильным интонационным рисунком и нелогичной разбивкой на смысловые группы (синтагмы)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9" w:right="1084" w:firstLine="41"/>
            </w:pPr>
            <w:r w:rsidRPr="0047556B">
              <w:t xml:space="preserve"> -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1944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625" w:right="1581" w:firstLine="38"/>
            </w:pPr>
            <w:r w:rsidRPr="0047556B">
              <w:t xml:space="preserve"> - 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t xml:space="preserve">- </w:t>
            </w:r>
          </w:p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Понимание высказывания затруднено из-за многочисленных лексикограмматических и фонетических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5" w:firstLine="0"/>
              <w:jc w:val="center"/>
            </w:pPr>
            <w:r w:rsidRPr="0047556B"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5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blPrEx>
          <w:tblCellMar>
            <w:right w:w="53" w:type="dxa"/>
          </w:tblCellMar>
        </w:tblPrEx>
        <w:trPr>
          <w:gridBefore w:val="1"/>
          <w:wBefore w:w="7" w:type="dxa"/>
          <w:trHeight w:val="28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ошибок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</w:tbl>
    <w:p w:rsidR="00377EAD" w:rsidRPr="0047556B" w:rsidRDefault="00377EAD" w:rsidP="0070273C">
      <w:pPr>
        <w:spacing w:after="0" w:line="259" w:lineRule="auto"/>
        <w:ind w:left="0" w:firstLine="0"/>
      </w:pPr>
      <w:r w:rsidRPr="0047556B">
        <w:t xml:space="preserve"> </w:t>
      </w:r>
    </w:p>
    <w:p w:rsidR="00377EAD" w:rsidRPr="0047556B" w:rsidRDefault="00377EAD" w:rsidP="00D22429">
      <w:pPr>
        <w:spacing w:after="21" w:line="259" w:lineRule="auto"/>
        <w:ind w:left="0" w:firstLine="0"/>
      </w:pPr>
      <w:r w:rsidRPr="0047556B">
        <w:rPr>
          <w:b/>
          <w:bCs/>
        </w:rPr>
        <w:t xml:space="preserve"> </w:t>
      </w:r>
      <w:r>
        <w:rPr>
          <w:b/>
          <w:bCs/>
        </w:rPr>
        <w:t xml:space="preserve">5) </w:t>
      </w:r>
      <w:r w:rsidRPr="0047556B">
        <w:rPr>
          <w:b/>
          <w:bCs/>
        </w:rPr>
        <w:t>Контроль монологического высказывания</w:t>
      </w:r>
      <w:r w:rsidRPr="0047556B">
        <w:t xml:space="preserve">:  описание картинки </w:t>
      </w:r>
      <w:r w:rsidRPr="0047556B">
        <w:rPr>
          <w:b/>
          <w:bCs/>
        </w:rPr>
        <w:t xml:space="preserve">Критерии:  </w:t>
      </w:r>
    </w:p>
    <w:p w:rsidR="00377EAD" w:rsidRPr="0047556B" w:rsidRDefault="00377EAD" w:rsidP="0047556B">
      <w:pPr>
        <w:numPr>
          <w:ilvl w:val="1"/>
          <w:numId w:val="5"/>
        </w:numPr>
        <w:tabs>
          <w:tab w:val="left" w:pos="1080"/>
        </w:tabs>
        <w:ind w:left="0" w:firstLine="720"/>
      </w:pPr>
      <w:r w:rsidRPr="0047556B">
        <w:t xml:space="preserve">решение коммуникативной задачи (содержание) </w:t>
      </w:r>
    </w:p>
    <w:p w:rsidR="00377EAD" w:rsidRPr="0047556B" w:rsidRDefault="00377EAD" w:rsidP="0047556B">
      <w:pPr>
        <w:numPr>
          <w:ilvl w:val="1"/>
          <w:numId w:val="5"/>
        </w:numPr>
        <w:tabs>
          <w:tab w:val="left" w:pos="1080"/>
        </w:tabs>
        <w:ind w:left="0" w:firstLine="720"/>
      </w:pPr>
      <w:r w:rsidRPr="0047556B">
        <w:t xml:space="preserve">организация высказывания </w:t>
      </w:r>
    </w:p>
    <w:p w:rsidR="00377EAD" w:rsidRPr="0047556B" w:rsidRDefault="00377EAD" w:rsidP="0047556B">
      <w:pPr>
        <w:numPr>
          <w:ilvl w:val="1"/>
          <w:numId w:val="5"/>
        </w:numPr>
        <w:tabs>
          <w:tab w:val="left" w:pos="1080"/>
        </w:tabs>
        <w:ind w:left="0" w:firstLine="720"/>
      </w:pPr>
      <w:r w:rsidRPr="0047556B">
        <w:t xml:space="preserve">языковое оформление высказывания </w:t>
      </w:r>
    </w:p>
    <w:p w:rsidR="00377EAD" w:rsidRPr="0047556B" w:rsidRDefault="00377EAD" w:rsidP="00D22429">
      <w:pPr>
        <w:tabs>
          <w:tab w:val="left" w:pos="1080"/>
        </w:tabs>
        <w:spacing w:after="22" w:line="259" w:lineRule="auto"/>
        <w:ind w:left="0" w:firstLine="720"/>
      </w:pPr>
      <w:r w:rsidRPr="0047556B">
        <w:t xml:space="preserve">  Таблица определения баллов  </w:t>
      </w:r>
    </w:p>
    <w:tbl>
      <w:tblPr>
        <w:tblW w:w="10231" w:type="dxa"/>
        <w:tblInd w:w="-76" w:type="dxa"/>
        <w:tblLayout w:type="fixed"/>
        <w:tblCellMar>
          <w:top w:w="7" w:type="dxa"/>
          <w:right w:w="49" w:type="dxa"/>
        </w:tblCellMar>
        <w:tblLook w:val="00A0"/>
      </w:tblPr>
      <w:tblGrid>
        <w:gridCol w:w="3950"/>
        <w:gridCol w:w="2788"/>
        <w:gridCol w:w="2340"/>
        <w:gridCol w:w="1153"/>
      </w:tblGrid>
      <w:tr w:rsidR="00377EAD" w:rsidRPr="0047556B">
        <w:trPr>
          <w:trHeight w:val="838"/>
        </w:trPr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67" w:firstLine="0"/>
              <w:jc w:val="center"/>
            </w:pPr>
            <w:r w:rsidRPr="0047556B">
              <w:t xml:space="preserve">Решение коммуникативной задачи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3" w:firstLine="0"/>
            </w:pPr>
            <w:r w:rsidRPr="0047556B">
              <w:t xml:space="preserve">Организация высказывания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6"/>
              <w:jc w:val="center"/>
            </w:pPr>
            <w:r w:rsidRPr="0047556B">
              <w:t xml:space="preserve">Языковое оформление высказывания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Баллы </w:t>
            </w:r>
          </w:p>
        </w:tc>
      </w:tr>
      <w:tr w:rsidR="00377EAD" w:rsidRPr="0047556B">
        <w:trPr>
          <w:trHeight w:val="1666"/>
        </w:trPr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Задание выполнено полностью: цель общения достигнута; тема раскрыта в полном объёме (полно, точно и развернуто раскрыты все аспекты, указан- ные в задании). Объём высказывания: 10–12 фраз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61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4702"/>
        </w:trPr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Задание выполнено: цель общения достиг- нута; но тема рас- крыта не в полном объёме (один аспект раскрыт не пол- ностью). Объём высказывания: 8-9 фраз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Высказывание логично и имеет завершённый характер; имеются вступительная и заключительная фразы, соответ- ствующие теме. Средства логиче- ской связи ис- пользуются правильно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Использованный словарный запас, грамматические структуры, фонетическое оформление высказывания соответствуют постав- ленной задаче (допускается не более четырёх негрубых лексикограмматических ошибок И/ИЛИ не более трёх негрубых фонетических ошибок)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61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4979"/>
        </w:trPr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Задание выполнено частично: цель общения достигнута час- тично; тема раскрыта в ограниченном объёме (один аспект не раскрыт, ИЛИ все аспекты задания раскрыты неполно, ИЛИ два аспекта раскрыты не в пол- ном объёме, третий аспект дан полно и точно). Объём высказывания: 6-7 фраз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4" w:firstLine="0"/>
            </w:pPr>
            <w:r w:rsidRPr="0047556B">
              <w:t xml:space="preserve">Высказывание в основном логично и имеет достаточно завершённый характер, НО отсутствует вступительная ИЛИ заключительная фраза, имеются одно-два нарушения в использовании средств логической связи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2" w:firstLine="0"/>
            </w:pPr>
            <w:r w:rsidRPr="0047556B">
              <w:t xml:space="preserve">Использованный словарный запас, грамматические структуры, фонетическое оформление высказывания соответствуют постав- ленной задаче (допус- кается не более пяти негрубых лексико- грамматических ошибок И/ИЛИ не более четырёх негрубых фонетических ошибок)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61" w:firstLine="0"/>
              <w:jc w:val="center"/>
            </w:pPr>
            <w:r w:rsidRPr="0047556B">
              <w:rPr>
                <w:b/>
                <w:bCs/>
              </w:rPr>
              <w:t xml:space="preserve">1 </w:t>
            </w:r>
          </w:p>
        </w:tc>
      </w:tr>
      <w:tr w:rsidR="00377EAD" w:rsidRPr="0047556B">
        <w:trPr>
          <w:trHeight w:val="838"/>
        </w:trPr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  <w:jc w:val="both"/>
            </w:pPr>
            <w:r w:rsidRPr="0047556B">
              <w:t xml:space="preserve">Задание не выполнено: цель общения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не достигнута: два аспекта содержания не раскрыты. Объём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Высказывание не- логично, вступи- тельная и заклю- чительная фразы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Понимание высказывания затруднено из-за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61" w:firstLine="0"/>
              <w:jc w:val="center"/>
            </w:pPr>
            <w:r w:rsidRPr="0047556B">
              <w:rPr>
                <w:b/>
                <w:bCs/>
              </w:rPr>
              <w:t xml:space="preserve">0 </w:t>
            </w:r>
          </w:p>
        </w:tc>
      </w:tr>
      <w:tr w:rsidR="00377EAD" w:rsidRPr="0047556B">
        <w:trPr>
          <w:trHeight w:val="3324"/>
        </w:trPr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высказывания: 5 и менее фраз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отсутствуют; средства логической связи практически не используются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9" w:line="259" w:lineRule="auto"/>
              <w:ind w:left="0" w:firstLine="0"/>
            </w:pPr>
            <w:r w:rsidRPr="0047556B">
              <w:t xml:space="preserve">многочисленных </w:t>
            </w:r>
          </w:p>
          <w:p w:rsidR="00377EAD" w:rsidRPr="0047556B" w:rsidRDefault="00377EAD" w:rsidP="00B700C6">
            <w:pPr>
              <w:spacing w:after="0" w:line="244" w:lineRule="auto"/>
              <w:ind w:left="0" w:firstLine="0"/>
            </w:pPr>
            <w:r w:rsidRPr="0047556B">
              <w:t xml:space="preserve">лексикограмматических и фонетических ошибок (шесть и более лексико- грамматических ошибок И/ИЛИ пять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 более фонетических ошибок) ИЛИ более трёх грубых ошибок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</w:tbl>
    <w:p w:rsidR="00377EAD" w:rsidRPr="0047556B" w:rsidRDefault="00377EAD" w:rsidP="0070273C">
      <w:pPr>
        <w:spacing w:after="21" w:line="259" w:lineRule="auto"/>
        <w:ind w:left="0" w:firstLine="0"/>
      </w:pPr>
      <w:r w:rsidRPr="0047556B">
        <w:t xml:space="preserve"> </w:t>
      </w:r>
    </w:p>
    <w:p w:rsidR="00377EAD" w:rsidRPr="0047556B" w:rsidRDefault="00377EAD" w:rsidP="0070273C">
      <w:pPr>
        <w:ind w:left="10"/>
      </w:pPr>
      <w:r w:rsidRPr="0047556B">
        <w:t xml:space="preserve">Схема перевода баллов в оценку </w:t>
      </w:r>
    </w:p>
    <w:p w:rsidR="00377EAD" w:rsidRPr="0047556B" w:rsidRDefault="00377EAD" w:rsidP="0070273C">
      <w:pPr>
        <w:spacing w:after="0" w:line="259" w:lineRule="auto"/>
        <w:ind w:left="0" w:firstLine="0"/>
      </w:pPr>
      <w:r w:rsidRPr="0047556B">
        <w:t xml:space="preserve"> </w:t>
      </w:r>
    </w:p>
    <w:tbl>
      <w:tblPr>
        <w:tblW w:w="9573" w:type="dxa"/>
        <w:tblInd w:w="-55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394"/>
        <w:gridCol w:w="2393"/>
        <w:gridCol w:w="1135"/>
        <w:gridCol w:w="1258"/>
        <w:gridCol w:w="2393"/>
      </w:tblGrid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rPr>
                <w:b/>
                <w:bCs/>
              </w:rPr>
              <w:t xml:space="preserve">Содержание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6" w:firstLine="0"/>
            </w:pPr>
            <w:r w:rsidRPr="0047556B">
              <w:rPr>
                <w:b/>
                <w:bCs/>
              </w:rPr>
              <w:t xml:space="preserve">Организация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rPr>
                <w:b/>
                <w:bCs/>
              </w:rPr>
              <w:t xml:space="preserve">Язык </w:t>
            </w: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3" w:firstLine="0"/>
              <w:jc w:val="center"/>
            </w:pPr>
            <w:r w:rsidRPr="0047556B">
              <w:t xml:space="preserve">0 или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0 или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0" w:firstLine="0"/>
      </w:pPr>
      <w:r w:rsidRPr="0047556B">
        <w:t xml:space="preserve"> </w:t>
      </w:r>
    </w:p>
    <w:p w:rsidR="00377EAD" w:rsidRPr="0047556B" w:rsidRDefault="00377EAD" w:rsidP="0047556B">
      <w:pPr>
        <w:tabs>
          <w:tab w:val="left" w:pos="1080"/>
        </w:tabs>
        <w:spacing w:after="31" w:line="259" w:lineRule="auto"/>
        <w:ind w:left="0" w:firstLine="720"/>
      </w:pPr>
      <w:r w:rsidRPr="0047556B">
        <w:t xml:space="preserve"> </w:t>
      </w:r>
      <w:r w:rsidRPr="0047556B">
        <w:rPr>
          <w:b/>
          <w:bCs/>
        </w:rPr>
        <w:t xml:space="preserve">6) Контроль письменного высказывания: </w:t>
      </w:r>
    </w:p>
    <w:p w:rsidR="00377EAD" w:rsidRPr="0047556B" w:rsidRDefault="00377EAD" w:rsidP="0047556B">
      <w:pPr>
        <w:tabs>
          <w:tab w:val="left" w:pos="1080"/>
        </w:tabs>
        <w:ind w:left="0" w:right="5637" w:firstLine="720"/>
      </w:pPr>
      <w:r w:rsidRPr="0047556B">
        <w:t xml:space="preserve">Письмо, сочинение </w:t>
      </w:r>
      <w:r w:rsidRPr="0047556B">
        <w:rPr>
          <w:b/>
          <w:bCs/>
        </w:rPr>
        <w:t xml:space="preserve">Критерии:  </w:t>
      </w:r>
    </w:p>
    <w:p w:rsidR="00377EAD" w:rsidRPr="0047556B" w:rsidRDefault="00377EAD" w:rsidP="0047556B">
      <w:pPr>
        <w:numPr>
          <w:ilvl w:val="1"/>
          <w:numId w:val="6"/>
        </w:numPr>
        <w:tabs>
          <w:tab w:val="left" w:pos="1080"/>
        </w:tabs>
        <w:spacing w:after="21" w:line="259" w:lineRule="auto"/>
        <w:ind w:left="0" w:right="326" w:firstLine="720"/>
      </w:pPr>
      <w:r w:rsidRPr="0047556B">
        <w:t xml:space="preserve">решение коммуникативной задачи (содержание) и организация высказывания </w:t>
      </w:r>
    </w:p>
    <w:p w:rsidR="00377EAD" w:rsidRPr="0047556B" w:rsidRDefault="00377EAD" w:rsidP="0047556B">
      <w:pPr>
        <w:numPr>
          <w:ilvl w:val="1"/>
          <w:numId w:val="6"/>
        </w:numPr>
        <w:tabs>
          <w:tab w:val="left" w:pos="1080"/>
        </w:tabs>
        <w:ind w:left="0" w:right="326" w:firstLine="720"/>
      </w:pPr>
      <w:r w:rsidRPr="0047556B">
        <w:t xml:space="preserve">языковое оформление высказывания </w:t>
      </w:r>
    </w:p>
    <w:p w:rsidR="00377EAD" w:rsidRPr="0047556B" w:rsidRDefault="00377EAD" w:rsidP="0047556B">
      <w:pPr>
        <w:tabs>
          <w:tab w:val="left" w:pos="1080"/>
        </w:tabs>
        <w:ind w:left="0" w:firstLine="720"/>
      </w:pPr>
      <w:r w:rsidRPr="0047556B">
        <w:t xml:space="preserve">За письменное высказывание выставляется 2 оценки по двум критериям. </w:t>
      </w:r>
    </w:p>
    <w:tbl>
      <w:tblPr>
        <w:tblW w:w="10051" w:type="dxa"/>
        <w:tblInd w:w="-77" w:type="dxa"/>
        <w:tblCellMar>
          <w:top w:w="10" w:type="dxa"/>
          <w:left w:w="106" w:type="dxa"/>
          <w:right w:w="53" w:type="dxa"/>
        </w:tblCellMar>
        <w:tblLook w:val="00A0"/>
      </w:tblPr>
      <w:tblGrid>
        <w:gridCol w:w="6"/>
        <w:gridCol w:w="4246"/>
        <w:gridCol w:w="4256"/>
        <w:gridCol w:w="1543"/>
      </w:tblGrid>
      <w:tr w:rsidR="00377EAD" w:rsidRPr="0047556B">
        <w:trPr>
          <w:trHeight w:val="562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5" w:line="259" w:lineRule="auto"/>
              <w:ind w:left="106" w:firstLine="0"/>
            </w:pPr>
            <w:r w:rsidRPr="0047556B">
              <w:t xml:space="preserve"> </w:t>
            </w:r>
            <w:r w:rsidRPr="0047556B">
              <w:rPr>
                <w:b/>
                <w:bCs/>
              </w:rPr>
              <w:t xml:space="preserve">Решение коммуникативной задачи </w:t>
            </w:r>
          </w:p>
          <w:p w:rsidR="00377EAD" w:rsidRPr="0047556B" w:rsidRDefault="00377EAD" w:rsidP="00B700C6">
            <w:pPr>
              <w:spacing w:after="0" w:line="259" w:lineRule="auto"/>
              <w:ind w:left="0" w:right="60" w:firstLine="0"/>
              <w:jc w:val="center"/>
            </w:pPr>
            <w:r w:rsidRPr="0047556B">
              <w:rPr>
                <w:b/>
                <w:bCs/>
              </w:rPr>
              <w:t xml:space="preserve">(содержание)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7" w:firstLine="0"/>
              <w:jc w:val="center"/>
            </w:pPr>
            <w:r w:rsidRPr="0047556B">
              <w:rPr>
                <w:b/>
                <w:bCs/>
              </w:rPr>
              <w:t xml:space="preserve">Организация  текста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1942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Задание выполнено полностью. </w:t>
            </w:r>
          </w:p>
          <w:p w:rsidR="00377EAD" w:rsidRPr="0047556B" w:rsidRDefault="00377EAD" w:rsidP="00B700C6">
            <w:pPr>
              <w:spacing w:after="0" w:line="259" w:lineRule="auto"/>
              <w:ind w:left="0" w:right="268" w:firstLine="0"/>
            </w:pPr>
            <w:r w:rsidRPr="0047556B">
              <w:t xml:space="preserve">Допустим </w:t>
            </w:r>
            <w:r w:rsidRPr="0047556B">
              <w:rPr>
                <w:b/>
                <w:bCs/>
              </w:rPr>
              <w:t>один</w:t>
            </w:r>
            <w:r w:rsidRPr="0047556B">
              <w:t xml:space="preserve"> недочет Правильный выбор стилевого оформления речи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0" w:line="257" w:lineRule="auto"/>
              <w:ind w:left="0" w:right="349" w:firstLine="0"/>
            </w:pPr>
            <w:r w:rsidRPr="0047556B">
              <w:t xml:space="preserve">Текст разделен на абзацы Структура текста соответствует заданию </w:t>
            </w:r>
          </w:p>
          <w:p w:rsidR="00377EAD" w:rsidRPr="0047556B" w:rsidRDefault="00377EAD" w:rsidP="00B700C6">
            <w:pPr>
              <w:spacing w:after="4" w:line="275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942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72" w:lineRule="auto"/>
              <w:ind w:left="0" w:firstLine="0"/>
            </w:pPr>
            <w:r w:rsidRPr="0047556B">
              <w:t xml:space="preserve">Задание выполнено не полностью. Имеются </w:t>
            </w:r>
            <w:r w:rsidRPr="0047556B">
              <w:rPr>
                <w:b/>
                <w:bCs/>
              </w:rPr>
              <w:t>2-3</w:t>
            </w:r>
            <w:r w:rsidRPr="0047556B">
              <w:t xml:space="preserve"> недочета.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Есть недочеты в стилевом оформлении речи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0" w:line="257" w:lineRule="auto"/>
              <w:ind w:left="0" w:right="349" w:firstLine="0"/>
            </w:pPr>
            <w:r w:rsidRPr="0047556B">
              <w:t xml:space="preserve">Текст разделен на абзацы Структура текста соответствует заданию </w:t>
            </w:r>
          </w:p>
          <w:p w:rsidR="00377EAD" w:rsidRPr="0047556B" w:rsidRDefault="00377EAD" w:rsidP="00B700C6">
            <w:pPr>
              <w:spacing w:after="4" w:line="275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838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4" w:line="259" w:lineRule="auto"/>
              <w:ind w:left="0" w:firstLine="0"/>
            </w:pPr>
            <w:r w:rsidRPr="0047556B">
              <w:t xml:space="preserve">Задание выполнено частично.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Есть </w:t>
            </w:r>
            <w:r w:rsidRPr="0047556B">
              <w:rPr>
                <w:b/>
                <w:bCs/>
              </w:rPr>
              <w:t>серьезные ошибки</w:t>
            </w:r>
            <w:r w:rsidRPr="0047556B">
              <w:t xml:space="preserve"> в содержании Не соблюдается стилевое оформление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Структура текста соответствует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114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заданию </w:t>
            </w:r>
          </w:p>
          <w:p w:rsidR="00377EAD" w:rsidRPr="0047556B" w:rsidRDefault="00377EAD" w:rsidP="00B700C6">
            <w:pPr>
              <w:spacing w:after="4" w:line="275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1944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Задание не выполнено.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Коммуникативная задача </w:t>
            </w:r>
            <w:r w:rsidRPr="0047556B">
              <w:rPr>
                <w:b/>
                <w:bCs/>
              </w:rPr>
              <w:t>не решена</w:t>
            </w:r>
            <w:r w:rsidRPr="0047556B">
              <w:t xml:space="preserve">.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0" w:line="257" w:lineRule="auto"/>
              <w:ind w:left="0" w:right="349" w:firstLine="0"/>
            </w:pPr>
            <w:r w:rsidRPr="0047556B">
              <w:t xml:space="preserve">Текст разделен на абзацы Структура текста соответствует заданию </w:t>
            </w:r>
          </w:p>
          <w:p w:rsidR="00377EAD" w:rsidRPr="0047556B" w:rsidRDefault="00377EAD" w:rsidP="00B700C6">
            <w:pPr>
              <w:spacing w:after="4" w:line="275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2218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Задание выполнено полностью. </w:t>
            </w:r>
          </w:p>
          <w:p w:rsidR="00377EAD" w:rsidRPr="0047556B" w:rsidRDefault="00377EAD" w:rsidP="00B700C6">
            <w:pPr>
              <w:spacing w:after="0" w:line="259" w:lineRule="auto"/>
              <w:ind w:left="0" w:right="268" w:firstLine="0"/>
            </w:pPr>
            <w:r w:rsidRPr="0047556B">
              <w:t xml:space="preserve">Допустим </w:t>
            </w:r>
            <w:r w:rsidRPr="0047556B">
              <w:rPr>
                <w:b/>
                <w:bCs/>
              </w:rPr>
              <w:t>один</w:t>
            </w:r>
            <w:r w:rsidRPr="0047556B">
              <w:t xml:space="preserve"> недочет Правильный выбор стилевого оформления речи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0" w:line="257" w:lineRule="auto"/>
              <w:ind w:left="0" w:right="349" w:firstLine="0"/>
            </w:pPr>
            <w:r w:rsidRPr="0047556B">
              <w:t xml:space="preserve">Текст разделен на абзацы Структура текста соответствует заданию </w:t>
            </w:r>
          </w:p>
          <w:p w:rsidR="00377EAD" w:rsidRPr="0047556B" w:rsidRDefault="00377EAD" w:rsidP="00B700C6">
            <w:pPr>
              <w:spacing w:line="275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30" w:line="259" w:lineRule="auto"/>
              <w:ind w:left="0" w:firstLine="0"/>
              <w:jc w:val="both"/>
            </w:pPr>
            <w:r w:rsidRPr="0047556B">
              <w:t xml:space="preserve">Возможен недочет в одном из аспектов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В 2-3 аспектах есть недочеты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255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72" w:lineRule="auto"/>
              <w:ind w:left="0" w:firstLine="0"/>
            </w:pPr>
            <w:r w:rsidRPr="0047556B">
              <w:t xml:space="preserve">Задание выполнено не полностью. Имеются </w:t>
            </w:r>
            <w:r w:rsidRPr="0047556B">
              <w:rPr>
                <w:b/>
                <w:bCs/>
              </w:rPr>
              <w:t>2-3</w:t>
            </w:r>
            <w:r w:rsidRPr="0047556B">
              <w:t xml:space="preserve"> недочета.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Есть недочеты в стилевом оформлении речи </w:t>
            </w:r>
          </w:p>
        </w:tc>
        <w:tc>
          <w:tcPr>
            <w:tcW w:w="4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0" w:line="257" w:lineRule="auto"/>
              <w:ind w:left="0" w:right="349" w:firstLine="0"/>
            </w:pPr>
            <w:r w:rsidRPr="0047556B">
              <w:t xml:space="preserve">Текст разделен на абзацы Структура текста соответствует заданию </w:t>
            </w:r>
          </w:p>
          <w:p w:rsidR="00377EAD" w:rsidRPr="0047556B" w:rsidRDefault="00377EAD" w:rsidP="00B700C6">
            <w:pPr>
              <w:spacing w:after="4" w:line="275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27" w:line="259" w:lineRule="auto"/>
              <w:ind w:left="0" w:firstLine="0"/>
              <w:jc w:val="both"/>
            </w:pPr>
            <w:r w:rsidRPr="0047556B">
              <w:t xml:space="preserve">Возможен недочет в одном из аспектов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>В 2-3 аспектах есть недочеты</w:t>
            </w:r>
            <w:r w:rsidRPr="0047556B">
              <w:t xml:space="preserve"> 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253"/>
        </w:trPr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4" w:line="259" w:lineRule="auto"/>
              <w:ind w:left="0" w:firstLine="0"/>
            </w:pPr>
            <w:r w:rsidRPr="0047556B">
              <w:t xml:space="preserve">Задание выполнено частично.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Есть </w:t>
            </w:r>
            <w:r w:rsidRPr="0047556B">
              <w:rPr>
                <w:b/>
                <w:bCs/>
              </w:rPr>
              <w:t>серьезные ошибки</w:t>
            </w:r>
            <w:r w:rsidRPr="0047556B">
              <w:t xml:space="preserve"> в содержании Не соблюдается стилевое оформление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gridBefore w:val="1"/>
          <w:wBefore w:w="6" w:type="dxa"/>
          <w:trHeight w:val="13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- 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31" w:line="259" w:lineRule="auto"/>
              <w:ind w:left="0" w:firstLine="0"/>
            </w:pPr>
            <w:r w:rsidRPr="0047556B">
              <w:t xml:space="preserve">Высказывание </w:t>
            </w:r>
            <w:r w:rsidRPr="0047556B">
              <w:rPr>
                <w:b/>
                <w:bCs/>
              </w:rPr>
              <w:t xml:space="preserve">нелогично </w:t>
            </w:r>
          </w:p>
          <w:p w:rsidR="00377EAD" w:rsidRPr="0047556B" w:rsidRDefault="00377EAD" w:rsidP="00B700C6">
            <w:pPr>
              <w:spacing w:after="26" w:line="259" w:lineRule="auto"/>
              <w:ind w:left="0" w:firstLine="0"/>
            </w:pPr>
            <w:r w:rsidRPr="0047556B">
              <w:rPr>
                <w:b/>
                <w:bCs/>
              </w:rPr>
              <w:t xml:space="preserve">Нет разбивки на абзацы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>Структура не соответствует заданию Неправильно</w:t>
            </w:r>
            <w:r w:rsidRPr="0047556B">
              <w:t xml:space="preserve"> используются средства логической связи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4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6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0" w:firstLine="0"/>
      </w:pPr>
      <w:r w:rsidRPr="0047556B">
        <w:t xml:space="preserve"> </w:t>
      </w:r>
    </w:p>
    <w:p w:rsidR="00377EAD" w:rsidRPr="0047556B" w:rsidRDefault="00377EAD" w:rsidP="00D22429">
      <w:pPr>
        <w:spacing w:after="0" w:line="259" w:lineRule="auto"/>
        <w:ind w:left="0" w:firstLine="0"/>
      </w:pPr>
      <w:r w:rsidRPr="0047556B">
        <w:t xml:space="preserve">  </w:t>
      </w:r>
      <w:r w:rsidRPr="0047556B">
        <w:rPr>
          <w:b/>
          <w:bCs/>
        </w:rPr>
        <w:t xml:space="preserve">Языковое оформление высказывания </w:t>
      </w:r>
    </w:p>
    <w:p w:rsidR="00377EAD" w:rsidRPr="0047556B" w:rsidRDefault="00377EAD" w:rsidP="0070273C">
      <w:pPr>
        <w:spacing w:after="0" w:line="259" w:lineRule="auto"/>
        <w:ind w:left="0" w:firstLine="0"/>
      </w:pPr>
      <w:r w:rsidRPr="0047556B">
        <w:rPr>
          <w:b/>
          <w:bCs/>
        </w:rPr>
        <w:t xml:space="preserve"> </w:t>
      </w:r>
    </w:p>
    <w:tbl>
      <w:tblPr>
        <w:tblW w:w="9573" w:type="dxa"/>
        <w:tblInd w:w="2" w:type="dxa"/>
        <w:tblCellMar>
          <w:top w:w="12" w:type="dxa"/>
          <w:right w:w="115" w:type="dxa"/>
        </w:tblCellMar>
        <w:tblLook w:val="00A0"/>
      </w:tblPr>
      <w:tblGrid>
        <w:gridCol w:w="6409"/>
        <w:gridCol w:w="3164"/>
      </w:tblGrid>
      <w:tr w:rsidR="00377EAD" w:rsidRPr="0047556B">
        <w:trPr>
          <w:trHeight w:val="286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Допустимое количество ошибок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838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2 лексико-грамматические ошибки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орфографические или пунктуационные ошибки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390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4 лексико-грамматические ошибки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4 орфографические или пунктуационные ошибки </w:t>
            </w:r>
          </w:p>
          <w:p w:rsidR="00377EAD" w:rsidRPr="0047556B" w:rsidRDefault="00377EAD" w:rsidP="00B700C6">
            <w:pPr>
              <w:spacing w:after="17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Любые 4 ошибки 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390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6 лексико-грамматических ошибок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6 орфографических или пунктуационных ошибок </w:t>
            </w:r>
          </w:p>
          <w:p w:rsidR="00377EAD" w:rsidRPr="0047556B" w:rsidRDefault="00377EAD" w:rsidP="00B700C6">
            <w:pPr>
              <w:spacing w:after="17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Любые 6 ошибок 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288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7 и более любых ошибок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D22429">
      <w:pPr>
        <w:spacing w:after="27" w:line="259" w:lineRule="auto"/>
        <w:ind w:left="0" w:firstLine="0"/>
      </w:pPr>
      <w:r w:rsidRPr="0047556B">
        <w:rPr>
          <w:b/>
          <w:bCs/>
        </w:rPr>
        <w:t xml:space="preserve"> Ошибки, сделанные на ОДНО правило или в одном слове (несколькораз) Считаются за 1 ошибку. </w:t>
      </w:r>
    </w:p>
    <w:p w:rsidR="00377EAD" w:rsidRDefault="00377EAD" w:rsidP="00D22429">
      <w:pPr>
        <w:spacing w:after="14" w:line="259" w:lineRule="auto"/>
        <w:ind w:left="0" w:firstLine="0"/>
        <w:jc w:val="center"/>
        <w:rPr>
          <w:b/>
          <w:bCs/>
        </w:rPr>
      </w:pPr>
    </w:p>
    <w:p w:rsidR="00377EAD" w:rsidRPr="0047556B" w:rsidRDefault="00377EAD" w:rsidP="00D22429">
      <w:pPr>
        <w:spacing w:after="14" w:line="259" w:lineRule="auto"/>
        <w:ind w:left="0" w:firstLine="0"/>
        <w:jc w:val="center"/>
      </w:pPr>
      <w:r w:rsidRPr="0047556B">
        <w:rPr>
          <w:b/>
          <w:bCs/>
        </w:rPr>
        <w:t>10-11 классы</w:t>
      </w:r>
    </w:p>
    <w:p w:rsidR="00377EAD" w:rsidRPr="0047556B" w:rsidRDefault="00377EAD" w:rsidP="0070273C">
      <w:pPr>
        <w:spacing w:after="18" w:line="259" w:lineRule="auto"/>
        <w:ind w:left="214" w:firstLine="0"/>
        <w:jc w:val="center"/>
      </w:pPr>
      <w:r w:rsidRPr="0047556B">
        <w:rPr>
          <w:b/>
          <w:bCs/>
        </w:rPr>
        <w:t xml:space="preserve"> </w:t>
      </w:r>
    </w:p>
    <w:p w:rsidR="00377EAD" w:rsidRPr="0047556B" w:rsidRDefault="00377EAD" w:rsidP="00D22429">
      <w:pPr>
        <w:ind w:left="0" w:firstLine="720"/>
      </w:pPr>
      <w:r w:rsidRPr="0047556B">
        <w:rPr>
          <w:b/>
          <w:bCs/>
        </w:rPr>
        <w:t>1)</w:t>
      </w:r>
      <w:r>
        <w:rPr>
          <w:b/>
          <w:bCs/>
        </w:rPr>
        <w:t xml:space="preserve"> </w:t>
      </w:r>
      <w:r w:rsidRPr="0047556B">
        <w:rPr>
          <w:b/>
          <w:bCs/>
        </w:rPr>
        <w:t xml:space="preserve">Лексико-грамматический тест </w:t>
      </w:r>
      <w:r w:rsidRPr="0047556B">
        <w:t>по текущему материалу. (модульный, грамматический)</w:t>
      </w:r>
      <w:r w:rsidRPr="0047556B">
        <w:rPr>
          <w:b/>
          <w:bCs/>
        </w:rPr>
        <w:t xml:space="preserve"> </w:t>
      </w:r>
    </w:p>
    <w:tbl>
      <w:tblPr>
        <w:tblW w:w="6049" w:type="dxa"/>
        <w:tblInd w:w="2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8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95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80 – 94 %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79 %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17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D22429">
      <w:pPr>
        <w:ind w:left="0" w:firstLine="720"/>
      </w:pPr>
      <w:r w:rsidRPr="0047556B">
        <w:rPr>
          <w:b/>
          <w:bCs/>
        </w:rPr>
        <w:t xml:space="preserve">2) Лексико-грамматический тест </w:t>
      </w:r>
      <w:r w:rsidRPr="0047556B">
        <w:t>на остаточные знания</w:t>
      </w:r>
      <w:r w:rsidRPr="0047556B">
        <w:rPr>
          <w:b/>
          <w:bCs/>
        </w:rPr>
        <w:t xml:space="preserve"> </w:t>
      </w:r>
      <w:r w:rsidRPr="0047556B">
        <w:t>, тест на понимание устного и письменного текстов (</w:t>
      </w:r>
      <w:r w:rsidRPr="0047556B">
        <w:rPr>
          <w:b/>
          <w:bCs/>
        </w:rPr>
        <w:t xml:space="preserve">аудирование и чтение) </w:t>
      </w:r>
    </w:p>
    <w:tbl>
      <w:tblPr>
        <w:tblW w:w="6049" w:type="dxa"/>
        <w:tblInd w:w="2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989"/>
        <w:gridCol w:w="1469"/>
        <w:gridCol w:w="1591"/>
      </w:tblGrid>
      <w:tr w:rsidR="00377EAD" w:rsidRPr="0047556B">
        <w:trPr>
          <w:trHeight w:val="562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% правильно выполненного задания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91 – 100 %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8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75 – 90 %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60 – 74 %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Менее 60 %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0" w:firstLine="0"/>
      </w:pPr>
      <w:r w:rsidRPr="0047556B">
        <w:rPr>
          <w:b/>
          <w:bCs/>
        </w:rPr>
        <w:t xml:space="preserve">  </w:t>
      </w:r>
    </w:p>
    <w:p w:rsidR="00377EAD" w:rsidRPr="0047556B" w:rsidRDefault="00377EAD" w:rsidP="00D22429">
      <w:pPr>
        <w:spacing w:after="0" w:line="259" w:lineRule="auto"/>
        <w:ind w:left="0" w:firstLine="720"/>
      </w:pPr>
      <w:r w:rsidRPr="0047556B">
        <w:rPr>
          <w:b/>
          <w:bCs/>
        </w:rPr>
        <w:t xml:space="preserve"> 3)</w:t>
      </w:r>
      <w:r>
        <w:rPr>
          <w:b/>
          <w:bCs/>
        </w:rPr>
        <w:t xml:space="preserve"> </w:t>
      </w:r>
      <w:r w:rsidRPr="0047556B">
        <w:rPr>
          <w:b/>
          <w:bCs/>
        </w:rPr>
        <w:t xml:space="preserve">Контроль техники чтения </w:t>
      </w:r>
    </w:p>
    <w:tbl>
      <w:tblPr>
        <w:tblW w:w="9573" w:type="dxa"/>
        <w:tblInd w:w="2" w:type="dxa"/>
        <w:tblCellMar>
          <w:top w:w="12" w:type="dxa"/>
          <w:right w:w="52" w:type="dxa"/>
        </w:tblCellMar>
        <w:tblLook w:val="00A0"/>
      </w:tblPr>
      <w:tblGrid>
        <w:gridCol w:w="7669"/>
        <w:gridCol w:w="1904"/>
      </w:tblGrid>
      <w:tr w:rsidR="00377EAD" w:rsidRPr="0047556B">
        <w:trPr>
          <w:trHeight w:val="286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Критерии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1114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Речь воспринимается легко: необоснованные паузы отсутствуют; фразовое ударение и интонационные контуры, произношение слов практически без нарушений нормы; допускается </w:t>
            </w:r>
            <w:r w:rsidRPr="0047556B">
              <w:rPr>
                <w:b/>
                <w:bCs/>
              </w:rPr>
              <w:t>не более 2-х</w:t>
            </w:r>
            <w:r w:rsidRPr="0047556B">
              <w:t xml:space="preserve"> фонетических ошибок</w:t>
            </w:r>
            <w:r w:rsidRPr="0047556B">
              <w:rPr>
                <w:b/>
                <w:bCs/>
              </w:rPr>
              <w:t xml:space="preserve">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114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Речь воспринимается достаточно легко, однако присутствуют необоснованные паузы; фразовое ударение и интонационные контуры практически без нарушений нормы; допускается от </w:t>
            </w:r>
            <w:r w:rsidRPr="0047556B">
              <w:rPr>
                <w:b/>
                <w:bCs/>
              </w:rPr>
              <w:t>3 до 5</w:t>
            </w:r>
            <w:r w:rsidRPr="0047556B">
              <w:t xml:space="preserve"> фонетических ошибок, в том числе 1-2 ошибки, искажающие смысл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</w:tc>
      </w:tr>
      <w:tr w:rsidR="00377EAD" w:rsidRPr="0047556B">
        <w:trPr>
          <w:trHeight w:val="1116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Речь воспринимается достаточно легко, однако присутствуют необоснованные паузы; есть ошибки в фразовых ударениях и интонационных контурах; допускается от </w:t>
            </w:r>
            <w:r w:rsidRPr="0047556B">
              <w:rPr>
                <w:b/>
                <w:bCs/>
              </w:rPr>
              <w:t>5 до 7</w:t>
            </w:r>
            <w:r w:rsidRPr="0047556B">
              <w:t xml:space="preserve"> фонетических ошибок, в том числе 3 ошибки, искажающие смысл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838"/>
        </w:trPr>
        <w:tc>
          <w:tcPr>
            <w:tcW w:w="7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2" w:firstLine="0"/>
            </w:pPr>
            <w:r w:rsidRPr="0047556B">
              <w:t xml:space="preserve">Речь не воспринимается из-за необоснованных пауз; неправильных фразовых ударений и искаженных интонационных контуров </w:t>
            </w:r>
            <w:r w:rsidRPr="0047556B">
              <w:rPr>
                <w:b/>
                <w:bCs/>
              </w:rPr>
              <w:t>И\ИЛИ 8</w:t>
            </w:r>
            <w:r w:rsidRPr="0047556B">
              <w:t xml:space="preserve"> и более фонетических ошибок 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9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214" w:firstLine="0"/>
        <w:jc w:val="center"/>
      </w:pPr>
      <w:r w:rsidRPr="0047556B">
        <w:rPr>
          <w:b/>
          <w:bCs/>
        </w:rPr>
        <w:t xml:space="preserve"> </w:t>
      </w:r>
    </w:p>
    <w:p w:rsidR="00377EAD" w:rsidRPr="0047556B" w:rsidRDefault="00377EAD" w:rsidP="0070273C">
      <w:pPr>
        <w:spacing w:after="19" w:line="259" w:lineRule="auto"/>
        <w:ind w:left="214" w:firstLine="0"/>
        <w:jc w:val="center"/>
      </w:pPr>
    </w:p>
    <w:p w:rsidR="00377EAD" w:rsidRPr="0047556B" w:rsidRDefault="00377EAD" w:rsidP="00D22429">
      <w:pPr>
        <w:spacing w:after="4" w:line="270" w:lineRule="auto"/>
        <w:ind w:left="0" w:firstLine="720"/>
      </w:pPr>
      <w:r w:rsidRPr="0047556B">
        <w:rPr>
          <w:b/>
          <w:bCs/>
        </w:rPr>
        <w:t>4)</w:t>
      </w:r>
      <w:r>
        <w:rPr>
          <w:b/>
          <w:bCs/>
        </w:rPr>
        <w:t xml:space="preserve"> </w:t>
      </w:r>
      <w:r w:rsidRPr="0047556B">
        <w:rPr>
          <w:b/>
          <w:bCs/>
        </w:rPr>
        <w:t>Контроль монологического высказывания</w:t>
      </w:r>
      <w:r w:rsidRPr="0047556B">
        <w:t xml:space="preserve">:  описание картинки, сравнение картинок </w:t>
      </w:r>
      <w:r w:rsidRPr="0047556B">
        <w:rPr>
          <w:b/>
          <w:bCs/>
        </w:rPr>
        <w:t xml:space="preserve">Критерии:  </w:t>
      </w:r>
    </w:p>
    <w:p w:rsidR="00377EAD" w:rsidRPr="0047556B" w:rsidRDefault="00377EAD" w:rsidP="0070273C">
      <w:pPr>
        <w:numPr>
          <w:ilvl w:val="0"/>
          <w:numId w:val="7"/>
        </w:numPr>
        <w:ind w:hanging="139"/>
      </w:pPr>
      <w:r w:rsidRPr="0047556B">
        <w:t xml:space="preserve">решение коммуникативной задачи (содержание) </w:t>
      </w:r>
    </w:p>
    <w:p w:rsidR="00377EAD" w:rsidRPr="0047556B" w:rsidRDefault="00377EAD" w:rsidP="0070273C">
      <w:pPr>
        <w:numPr>
          <w:ilvl w:val="0"/>
          <w:numId w:val="7"/>
        </w:numPr>
        <w:ind w:hanging="139"/>
      </w:pPr>
      <w:r w:rsidRPr="0047556B">
        <w:t xml:space="preserve">организация высказывания </w:t>
      </w:r>
    </w:p>
    <w:p w:rsidR="00377EAD" w:rsidRPr="0047556B" w:rsidRDefault="00377EAD" w:rsidP="0070273C">
      <w:pPr>
        <w:numPr>
          <w:ilvl w:val="0"/>
          <w:numId w:val="7"/>
        </w:numPr>
        <w:ind w:hanging="139"/>
      </w:pPr>
      <w:r w:rsidRPr="0047556B">
        <w:t xml:space="preserve">языковое оформление высказывания </w:t>
      </w:r>
    </w:p>
    <w:p w:rsidR="00377EAD" w:rsidRPr="0047556B" w:rsidRDefault="00377EAD" w:rsidP="0070273C">
      <w:pPr>
        <w:spacing w:after="22" w:line="259" w:lineRule="auto"/>
        <w:ind w:left="0" w:firstLine="0"/>
      </w:pPr>
      <w:r w:rsidRPr="0047556B">
        <w:t xml:space="preserve">  </w:t>
      </w:r>
    </w:p>
    <w:p w:rsidR="00377EAD" w:rsidRPr="0047556B" w:rsidRDefault="00377EAD" w:rsidP="0070273C">
      <w:pPr>
        <w:ind w:left="10"/>
      </w:pPr>
      <w:r w:rsidRPr="0047556B">
        <w:t xml:space="preserve">Таблица определения баллов  </w:t>
      </w:r>
    </w:p>
    <w:tbl>
      <w:tblPr>
        <w:tblW w:w="9573" w:type="dxa"/>
        <w:tblInd w:w="2" w:type="dxa"/>
        <w:tblCellMar>
          <w:top w:w="7" w:type="dxa"/>
          <w:right w:w="111" w:type="dxa"/>
        </w:tblCellMar>
        <w:tblLook w:val="00A0"/>
      </w:tblPr>
      <w:tblGrid>
        <w:gridCol w:w="3528"/>
        <w:gridCol w:w="2520"/>
        <w:gridCol w:w="2341"/>
        <w:gridCol w:w="1184"/>
      </w:tblGrid>
      <w:tr w:rsidR="00377EAD" w:rsidRPr="0047556B">
        <w:trPr>
          <w:trHeight w:val="838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  <w:jc w:val="center"/>
            </w:pPr>
            <w:r w:rsidRPr="0047556B">
              <w:t xml:space="preserve">Решение коммуникативной задачи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  <w:jc w:val="center"/>
            </w:pPr>
            <w:r w:rsidRPr="0047556B">
              <w:t xml:space="preserve">Организация высказывания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6"/>
              <w:jc w:val="center"/>
            </w:pPr>
            <w:r w:rsidRPr="0047556B">
              <w:t xml:space="preserve">Языковое оформление высказывания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Баллы </w:t>
            </w:r>
          </w:p>
        </w:tc>
      </w:tr>
      <w:tr w:rsidR="00377EAD" w:rsidRPr="0047556B">
        <w:trPr>
          <w:trHeight w:val="562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Задание выполнено полностью: цель общения достигнута; тема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1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-1702" w:right="10905" w:firstLine="0"/>
      </w:pPr>
    </w:p>
    <w:tbl>
      <w:tblPr>
        <w:tblW w:w="9573" w:type="dxa"/>
        <w:tblInd w:w="2" w:type="dxa"/>
        <w:tblCellMar>
          <w:top w:w="14" w:type="dxa"/>
          <w:right w:w="57" w:type="dxa"/>
        </w:tblCellMar>
        <w:tblLook w:val="00A0"/>
      </w:tblPr>
      <w:tblGrid>
        <w:gridCol w:w="3333"/>
        <w:gridCol w:w="2451"/>
        <w:gridCol w:w="2694"/>
        <w:gridCol w:w="1095"/>
      </w:tblGrid>
      <w:tr w:rsidR="00377EAD" w:rsidRPr="0047556B">
        <w:trPr>
          <w:trHeight w:val="1390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раскрыта в полном объёме (полно, точно и развернуто раскрыты все аспекты, указан- ные в задании). Объём высказывания: 12 – 15 фраз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4978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" w:line="268" w:lineRule="auto"/>
              <w:ind w:left="0" w:firstLine="0"/>
            </w:pPr>
            <w:r w:rsidRPr="0047556B">
              <w:t xml:space="preserve">Задание выполнено: цель общения достиг- нута; но тема рас- крыта не в полном объёме (один аспект раскрыт не пол- ностью). Объём высказывания: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9-11 фраз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3" w:firstLine="0"/>
            </w:pPr>
            <w:r w:rsidRPr="0047556B">
              <w:t xml:space="preserve">Высказывание логично и имеет завершённый характер; имеются вступительная и заключительная фразы, соответ- ствующие теме. Средства логиче- ской связи ис- пользуются правильно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7" w:firstLine="0"/>
            </w:pPr>
            <w:r w:rsidRPr="0047556B">
              <w:t xml:space="preserve">Использованный словарный запас, грамматические структуры, фонетическое оформление высказывания соответствуют поставленной задаче (допускается не более двух негрубых лексикограмматических ошибок И/ИЛИ не более двух негрубых фонетических ошибок)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4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5531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Задание выполнено частично: цель обще- ния достигнута час- тично; тема раскрыта в ограниченном объёме (один аспект не раскрыт, ИЛИ все аспекты задания раскрыты неполно, ИЛИ два аспекта раскрыты не в пол- ном объёме, третий аспект дан полно и точно). Объём высказывания: 68 фраз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1" w:firstLine="0"/>
            </w:pPr>
            <w:r w:rsidRPr="0047556B">
              <w:t xml:space="preserve">Высказывание в основном логично и имеет достаточно завершён- ный характер, НО отсутствует вступительная ИЛИ заключительная фраза, имеются однодва нарушения в использовании средств логической связи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7" w:firstLine="0"/>
            </w:pPr>
            <w:r w:rsidRPr="0047556B">
              <w:t xml:space="preserve">Использованный словарный запас, грамматические структуры, фонетическое оформление высказывания соответствуют поставленной задаче (допус- кается не более четырех лексико- грамматических ошибок (из них не более двух грубых И/ИЛИ не более четырёх фонетических ошибок (из них не более двух грубых)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4" w:firstLine="0"/>
              <w:jc w:val="center"/>
            </w:pPr>
            <w:r w:rsidRPr="0047556B">
              <w:rPr>
                <w:b/>
                <w:bCs/>
              </w:rPr>
              <w:t xml:space="preserve">1 </w:t>
            </w:r>
          </w:p>
        </w:tc>
      </w:tr>
      <w:tr w:rsidR="00377EAD" w:rsidRPr="0047556B">
        <w:trPr>
          <w:trHeight w:val="3876"/>
        </w:trPr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47" w:line="238" w:lineRule="auto"/>
              <w:ind w:left="0" w:firstLine="0"/>
            </w:pPr>
            <w:r w:rsidRPr="0047556B">
              <w:t xml:space="preserve">Задание не выполнено: цель общения не достигнута: два аспекта содержания не раскрыты. Объём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высказывания: 5 и менее фраз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Высказывание не- логично, вступи- тельная и заклю- чительная фразы отсутствуют; средства логической связи практически не используются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3" w:lineRule="auto"/>
              <w:ind w:left="0" w:firstLine="0"/>
            </w:pPr>
            <w:r w:rsidRPr="0047556B">
              <w:t xml:space="preserve">Понимание высказывания затруднено из-за многочисленных лексикограмматических и фонетических ошибок (пять и более лексико- грамматических ошибок И/ИЛИ пять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 более фонетических ошибок)  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4" w:firstLine="0"/>
              <w:jc w:val="center"/>
            </w:pPr>
            <w:r w:rsidRPr="0047556B">
              <w:rPr>
                <w:b/>
                <w:bCs/>
              </w:rPr>
              <w:t xml:space="preserve">0 </w:t>
            </w:r>
          </w:p>
        </w:tc>
      </w:tr>
    </w:tbl>
    <w:p w:rsidR="00377EAD" w:rsidRPr="0047556B" w:rsidRDefault="00377EAD" w:rsidP="0070273C">
      <w:pPr>
        <w:spacing w:after="22" w:line="259" w:lineRule="auto"/>
        <w:ind w:left="0" w:firstLine="0"/>
      </w:pPr>
      <w:r w:rsidRPr="0047556B">
        <w:t xml:space="preserve"> </w:t>
      </w:r>
    </w:p>
    <w:p w:rsidR="00377EAD" w:rsidRPr="0047556B" w:rsidRDefault="00377EAD" w:rsidP="0070273C">
      <w:pPr>
        <w:ind w:left="10"/>
      </w:pPr>
      <w:r w:rsidRPr="0047556B">
        <w:t xml:space="preserve">Схема перевода баллов в оценку </w:t>
      </w:r>
    </w:p>
    <w:p w:rsidR="00377EAD" w:rsidRPr="0047556B" w:rsidRDefault="00377EAD" w:rsidP="0070273C">
      <w:pPr>
        <w:spacing w:after="0" w:line="259" w:lineRule="auto"/>
        <w:ind w:left="0" w:firstLine="0"/>
      </w:pPr>
      <w:r w:rsidRPr="0047556B">
        <w:t xml:space="preserve"> </w:t>
      </w:r>
    </w:p>
    <w:tbl>
      <w:tblPr>
        <w:tblW w:w="9573" w:type="dxa"/>
        <w:tblInd w:w="2" w:type="dxa"/>
        <w:tblCellMar>
          <w:top w:w="7" w:type="dxa"/>
          <w:left w:w="0" w:type="dxa"/>
          <w:right w:w="115" w:type="dxa"/>
        </w:tblCellMar>
        <w:tblLook w:val="00A0"/>
      </w:tblPr>
      <w:tblGrid>
        <w:gridCol w:w="2394"/>
        <w:gridCol w:w="2393"/>
        <w:gridCol w:w="1135"/>
        <w:gridCol w:w="1258"/>
        <w:gridCol w:w="2393"/>
      </w:tblGrid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Содержание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6" w:firstLine="0"/>
            </w:pPr>
            <w:r w:rsidRPr="0047556B">
              <w:t xml:space="preserve">Организация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Язык </w:t>
            </w: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</w:pPr>
            <w:r w:rsidRPr="0047556B">
              <w:t xml:space="preserve">Оценка </w:t>
            </w:r>
          </w:p>
        </w:tc>
      </w:tr>
      <w:tr w:rsidR="00377EAD" w:rsidRPr="0047556B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5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4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1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1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3 </w:t>
            </w:r>
          </w:p>
        </w:tc>
      </w:tr>
      <w:tr w:rsidR="00377EAD" w:rsidRPr="0047556B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3" w:firstLine="0"/>
              <w:jc w:val="center"/>
            </w:pPr>
            <w:r w:rsidRPr="0047556B">
              <w:t xml:space="preserve">0 или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08" w:firstLine="0"/>
              <w:jc w:val="center"/>
            </w:pPr>
            <w:r w:rsidRPr="0047556B">
              <w:t xml:space="preserve">0 или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12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0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12" w:firstLine="0"/>
              <w:jc w:val="center"/>
            </w:pPr>
            <w:r w:rsidRPr="0047556B">
              <w:t xml:space="preserve">2 </w:t>
            </w:r>
          </w:p>
        </w:tc>
      </w:tr>
    </w:tbl>
    <w:p w:rsidR="00377EAD" w:rsidRPr="0047556B" w:rsidRDefault="00377EAD" w:rsidP="0070273C">
      <w:pPr>
        <w:spacing w:after="0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70273C">
      <w:pPr>
        <w:spacing w:after="24" w:line="259" w:lineRule="auto"/>
        <w:ind w:left="0" w:firstLine="0"/>
      </w:pPr>
      <w:r w:rsidRPr="0047556B">
        <w:rPr>
          <w:b/>
          <w:bCs/>
        </w:rPr>
        <w:t xml:space="preserve"> </w:t>
      </w:r>
    </w:p>
    <w:p w:rsidR="00377EAD" w:rsidRPr="0047556B" w:rsidRDefault="00377EAD" w:rsidP="00D22429">
      <w:pPr>
        <w:spacing w:after="4" w:line="270" w:lineRule="auto"/>
        <w:ind w:left="0" w:right="944" w:firstLine="720"/>
      </w:pPr>
      <w:r w:rsidRPr="0047556B">
        <w:rPr>
          <w:b/>
          <w:bCs/>
        </w:rPr>
        <w:t xml:space="preserve">4) Контроль письменного высказывания: </w:t>
      </w:r>
    </w:p>
    <w:p w:rsidR="00377EAD" w:rsidRPr="0047556B" w:rsidRDefault="00377EAD" w:rsidP="0070273C">
      <w:r w:rsidRPr="0047556B">
        <w:t xml:space="preserve">Письмо, сочинение </w:t>
      </w:r>
    </w:p>
    <w:p w:rsidR="00377EAD" w:rsidRPr="0047556B" w:rsidRDefault="00377EAD" w:rsidP="0070273C">
      <w:pPr>
        <w:spacing w:after="4" w:line="270" w:lineRule="auto"/>
        <w:ind w:left="730" w:right="944"/>
      </w:pPr>
      <w:r w:rsidRPr="0047556B">
        <w:rPr>
          <w:b/>
          <w:bCs/>
        </w:rPr>
        <w:t xml:space="preserve">Критерии:  </w:t>
      </w:r>
    </w:p>
    <w:p w:rsidR="00377EAD" w:rsidRPr="0047556B" w:rsidRDefault="00377EAD" w:rsidP="0070273C">
      <w:pPr>
        <w:numPr>
          <w:ilvl w:val="0"/>
          <w:numId w:val="8"/>
        </w:numPr>
        <w:spacing w:after="21" w:line="259" w:lineRule="auto"/>
        <w:ind w:right="326" w:hanging="139"/>
      </w:pPr>
      <w:r w:rsidRPr="0047556B">
        <w:t xml:space="preserve">решение коммуникативной задачи (содержание) и организация высказывания </w:t>
      </w:r>
    </w:p>
    <w:p w:rsidR="00377EAD" w:rsidRPr="0047556B" w:rsidRDefault="00377EAD" w:rsidP="0070273C">
      <w:pPr>
        <w:numPr>
          <w:ilvl w:val="0"/>
          <w:numId w:val="8"/>
        </w:numPr>
        <w:ind w:right="326" w:hanging="139"/>
      </w:pPr>
      <w:r w:rsidRPr="0047556B">
        <w:t xml:space="preserve">языковое оформление высказывания </w:t>
      </w:r>
    </w:p>
    <w:p w:rsidR="00377EAD" w:rsidRPr="0047556B" w:rsidRDefault="00377EAD" w:rsidP="0070273C">
      <w:pPr>
        <w:ind w:left="10"/>
      </w:pPr>
      <w:r w:rsidRPr="0047556B">
        <w:t xml:space="preserve">За письменное высказывание выставляется 2 оценки по двум критериям. </w:t>
      </w:r>
    </w:p>
    <w:p w:rsidR="00377EAD" w:rsidRPr="0047556B" w:rsidRDefault="00377EAD" w:rsidP="0070273C">
      <w:pPr>
        <w:spacing w:after="0" w:line="259" w:lineRule="auto"/>
        <w:ind w:left="0" w:firstLine="0"/>
      </w:pPr>
      <w:r w:rsidRPr="0047556B">
        <w:t xml:space="preserve"> </w:t>
      </w:r>
    </w:p>
    <w:tbl>
      <w:tblPr>
        <w:tblW w:w="10337" w:type="dxa"/>
        <w:tblInd w:w="2" w:type="dxa"/>
        <w:tblCellMar>
          <w:top w:w="7" w:type="dxa"/>
          <w:right w:w="59" w:type="dxa"/>
        </w:tblCellMar>
        <w:tblLook w:val="00A0"/>
      </w:tblPr>
      <w:tblGrid>
        <w:gridCol w:w="4249"/>
        <w:gridCol w:w="4544"/>
        <w:gridCol w:w="1544"/>
      </w:tblGrid>
      <w:tr w:rsidR="00377EAD" w:rsidRPr="0047556B">
        <w:trPr>
          <w:trHeight w:val="564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5" w:line="259" w:lineRule="auto"/>
              <w:ind w:left="106" w:firstLine="0"/>
            </w:pPr>
            <w:r w:rsidRPr="0047556B">
              <w:rPr>
                <w:b/>
                <w:bCs/>
              </w:rPr>
              <w:t xml:space="preserve">Решение коммуникативной задачи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(содержание)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51" w:firstLine="0"/>
              <w:jc w:val="center"/>
            </w:pPr>
            <w:r w:rsidRPr="0047556B">
              <w:rPr>
                <w:b/>
                <w:bCs/>
              </w:rPr>
              <w:t xml:space="preserve">Организация  текста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right="48" w:firstLine="0"/>
              <w:jc w:val="center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139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Задание выполнено полностью. </w:t>
            </w:r>
          </w:p>
          <w:p w:rsidR="00377EAD" w:rsidRPr="0047556B" w:rsidRDefault="00377EAD" w:rsidP="00B700C6">
            <w:pPr>
              <w:spacing w:after="0" w:line="259" w:lineRule="auto"/>
              <w:ind w:left="0" w:right="260" w:firstLine="0"/>
            </w:pPr>
            <w:r w:rsidRPr="0047556B">
              <w:t xml:space="preserve">Допустим </w:t>
            </w:r>
            <w:r w:rsidRPr="0047556B">
              <w:rPr>
                <w:b/>
                <w:bCs/>
              </w:rPr>
              <w:t>один</w:t>
            </w:r>
            <w:r w:rsidRPr="0047556B">
              <w:t xml:space="preserve"> недочет Правильный выбор стилевого оформления речи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Используются средства логической связи 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39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72" w:lineRule="auto"/>
              <w:ind w:left="0" w:firstLine="0"/>
            </w:pPr>
            <w:r w:rsidRPr="0047556B">
              <w:t xml:space="preserve">Задание выполнено не полностью. Имеются </w:t>
            </w:r>
            <w:r w:rsidRPr="0047556B">
              <w:rPr>
                <w:b/>
                <w:bCs/>
              </w:rPr>
              <w:t>2-3</w:t>
            </w:r>
            <w:r w:rsidRPr="0047556B">
              <w:t xml:space="preserve"> недочета.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Есть недочеты в стилевом оформлении речи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Используются средства логической связи 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39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4" w:line="259" w:lineRule="auto"/>
              <w:ind w:left="0" w:firstLine="0"/>
            </w:pPr>
            <w:r w:rsidRPr="0047556B">
              <w:t xml:space="preserve">Задание выполнено частично.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Есть </w:t>
            </w:r>
            <w:r w:rsidRPr="0047556B">
              <w:rPr>
                <w:b/>
                <w:bCs/>
              </w:rPr>
              <w:t>серьезные ошибки</w:t>
            </w:r>
            <w:r w:rsidRPr="0047556B">
              <w:t xml:space="preserve"> в содержании Не соблюдается стилевое оформление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Используются средства логической связи 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39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3" w:line="259" w:lineRule="auto"/>
              <w:ind w:left="0" w:firstLine="0"/>
            </w:pPr>
            <w:r w:rsidRPr="0047556B">
              <w:t xml:space="preserve">Задание не выполнено.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Коммуникативная задача </w:t>
            </w:r>
            <w:r w:rsidRPr="0047556B">
              <w:rPr>
                <w:b/>
                <w:bCs/>
              </w:rPr>
              <w:t>не решена</w:t>
            </w:r>
            <w:r w:rsidRPr="0047556B">
              <w:t xml:space="preserve">.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  <w:tr w:rsidR="00377EAD" w:rsidRPr="0047556B">
        <w:trPr>
          <w:trHeight w:val="1666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Задание выполнено полностью. </w:t>
            </w:r>
          </w:p>
          <w:p w:rsidR="00377EAD" w:rsidRPr="0047556B" w:rsidRDefault="00377EAD" w:rsidP="00B700C6">
            <w:pPr>
              <w:spacing w:after="0" w:line="259" w:lineRule="auto"/>
              <w:ind w:left="0" w:right="260" w:firstLine="0"/>
            </w:pPr>
            <w:r w:rsidRPr="0047556B">
              <w:t xml:space="preserve">Допустим </w:t>
            </w:r>
            <w:r w:rsidRPr="0047556B">
              <w:rPr>
                <w:b/>
                <w:bCs/>
              </w:rPr>
              <w:t>один</w:t>
            </w:r>
            <w:r w:rsidRPr="0047556B">
              <w:t xml:space="preserve"> недочет Правильный выбор стилевого оформления речи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3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 xml:space="preserve">В 2-3 аспектах есть недочеты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255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72" w:lineRule="auto"/>
              <w:ind w:left="0" w:firstLine="0"/>
            </w:pPr>
            <w:r w:rsidRPr="0047556B">
              <w:t xml:space="preserve">Задание выполнено не полностью. Имеются </w:t>
            </w:r>
            <w:r w:rsidRPr="0047556B">
              <w:rPr>
                <w:b/>
                <w:bCs/>
              </w:rPr>
              <w:t>2-3</w:t>
            </w:r>
            <w:r w:rsidRPr="0047556B">
              <w:t xml:space="preserve"> недочета.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Есть недочеты в стилевом оформлении речи </w:t>
            </w:r>
          </w:p>
        </w:tc>
        <w:tc>
          <w:tcPr>
            <w:tcW w:w="4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Высказывание логично.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Текст разделен на абзацы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Структура текста соответствует заданию </w:t>
            </w:r>
          </w:p>
          <w:p w:rsidR="00377EAD" w:rsidRPr="0047556B" w:rsidRDefault="00377EAD" w:rsidP="00B700C6">
            <w:pPr>
              <w:spacing w:after="22" w:line="259" w:lineRule="auto"/>
              <w:ind w:left="0" w:firstLine="0"/>
            </w:pPr>
            <w:r w:rsidRPr="0047556B">
              <w:t xml:space="preserve">Используются средства логической связи </w:t>
            </w:r>
          </w:p>
          <w:p w:rsidR="00377EAD" w:rsidRPr="0047556B" w:rsidRDefault="00377EAD" w:rsidP="00B700C6">
            <w:pPr>
              <w:spacing w:after="30" w:line="259" w:lineRule="auto"/>
              <w:ind w:left="0" w:firstLine="0"/>
            </w:pPr>
            <w:r w:rsidRPr="0047556B">
              <w:t xml:space="preserve">Возможен недочет в одном из аспектов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>В 2-3 аспектах есть недочеты</w:t>
            </w:r>
            <w:r w:rsidRPr="0047556B">
              <w:t xml:space="preserve"> 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1256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4" w:line="259" w:lineRule="auto"/>
              <w:ind w:left="0" w:firstLine="0"/>
            </w:pPr>
            <w:r w:rsidRPr="0047556B">
              <w:t xml:space="preserve">Задание выполнено частично.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  <w:jc w:val="both"/>
            </w:pPr>
            <w:r w:rsidRPr="0047556B">
              <w:t xml:space="preserve">Есть </w:t>
            </w:r>
            <w:r w:rsidRPr="0047556B">
              <w:rPr>
                <w:b/>
                <w:bCs/>
              </w:rPr>
              <w:t>серьезные ошибки</w:t>
            </w:r>
            <w:r w:rsidRPr="0047556B">
              <w:t xml:space="preserve"> в содержании Не соблюдается стилевое оформление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160" w:line="259" w:lineRule="auto"/>
              <w:ind w:left="0" w:firstLine="0"/>
            </w:pPr>
          </w:p>
        </w:tc>
      </w:tr>
      <w:tr w:rsidR="00377EAD" w:rsidRPr="0047556B">
        <w:trPr>
          <w:trHeight w:val="1390"/>
        </w:trPr>
        <w:tc>
          <w:tcPr>
            <w:tcW w:w="4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-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31" w:line="259" w:lineRule="auto"/>
              <w:ind w:left="0" w:firstLine="0"/>
            </w:pPr>
            <w:r w:rsidRPr="0047556B">
              <w:t xml:space="preserve">Высказывание </w:t>
            </w:r>
            <w:r w:rsidRPr="0047556B">
              <w:rPr>
                <w:b/>
                <w:bCs/>
              </w:rPr>
              <w:t xml:space="preserve">нелогично </w:t>
            </w:r>
          </w:p>
          <w:p w:rsidR="00377EAD" w:rsidRPr="0047556B" w:rsidRDefault="00377EAD" w:rsidP="00B700C6">
            <w:pPr>
              <w:spacing w:after="26" w:line="259" w:lineRule="auto"/>
              <w:ind w:left="0" w:firstLine="0"/>
            </w:pPr>
            <w:r w:rsidRPr="0047556B">
              <w:rPr>
                <w:b/>
                <w:bCs/>
              </w:rPr>
              <w:t xml:space="preserve">Нет разбивки на абзацы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rPr>
                <w:b/>
                <w:bCs/>
              </w:rPr>
              <w:t>Структура не соответствует заданию Неправильно</w:t>
            </w:r>
            <w:r w:rsidRPr="0047556B">
              <w:t xml:space="preserve"> используются средства логической связи 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8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0" w:right="52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31" w:line="259" w:lineRule="auto"/>
        <w:ind w:left="0" w:firstLine="0"/>
      </w:pPr>
      <w:r w:rsidRPr="0047556B">
        <w:t xml:space="preserve"> </w:t>
      </w:r>
    </w:p>
    <w:p w:rsidR="00377EAD" w:rsidRPr="0047556B" w:rsidRDefault="00377EAD" w:rsidP="00D22429">
      <w:pPr>
        <w:spacing w:after="4" w:line="270" w:lineRule="auto"/>
        <w:ind w:left="-5" w:right="944" w:firstLine="725"/>
      </w:pPr>
      <w:r w:rsidRPr="0047556B">
        <w:rPr>
          <w:b/>
          <w:bCs/>
        </w:rPr>
        <w:t xml:space="preserve">Языковое оформление высказывания </w:t>
      </w:r>
    </w:p>
    <w:p w:rsidR="00377EAD" w:rsidRPr="0047556B" w:rsidRDefault="00377EAD" w:rsidP="0070273C">
      <w:pPr>
        <w:spacing w:after="0" w:line="259" w:lineRule="auto"/>
        <w:ind w:left="0" w:firstLine="0"/>
      </w:pPr>
      <w:r w:rsidRPr="0047556B">
        <w:rPr>
          <w:b/>
          <w:bCs/>
        </w:rPr>
        <w:t xml:space="preserve"> </w:t>
      </w:r>
    </w:p>
    <w:tbl>
      <w:tblPr>
        <w:tblW w:w="9573" w:type="dxa"/>
        <w:tblInd w:w="2" w:type="dxa"/>
        <w:tblCellMar>
          <w:top w:w="12" w:type="dxa"/>
          <w:right w:w="115" w:type="dxa"/>
        </w:tblCellMar>
        <w:tblLook w:val="00A0"/>
      </w:tblPr>
      <w:tblGrid>
        <w:gridCol w:w="6409"/>
        <w:gridCol w:w="3164"/>
      </w:tblGrid>
      <w:tr w:rsidR="00377EAD" w:rsidRPr="0047556B">
        <w:trPr>
          <w:trHeight w:val="288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1" w:firstLine="0"/>
              <w:jc w:val="center"/>
            </w:pPr>
            <w:r w:rsidRPr="0047556B">
              <w:rPr>
                <w:b/>
                <w:bCs/>
              </w:rPr>
              <w:t xml:space="preserve">Допустимое количество ошибок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Оценка </w:t>
            </w:r>
          </w:p>
        </w:tc>
      </w:tr>
      <w:tr w:rsidR="00377EAD" w:rsidRPr="0047556B">
        <w:trPr>
          <w:trHeight w:val="838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2 лексико-грамматические ошибки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2 орфографические или пунктуационные ошибки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5 </w:t>
            </w:r>
          </w:p>
        </w:tc>
      </w:tr>
      <w:tr w:rsidR="00377EAD" w:rsidRPr="0047556B">
        <w:trPr>
          <w:trHeight w:val="1390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4 лексико-грамматические ошибки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4 орфографические или пунктуационные ошибки </w:t>
            </w:r>
          </w:p>
          <w:p w:rsidR="00377EAD" w:rsidRPr="0047556B" w:rsidRDefault="00377EAD" w:rsidP="00B700C6">
            <w:pPr>
              <w:spacing w:after="17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Любые 4 ошибки 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4 </w:t>
            </w:r>
          </w:p>
        </w:tc>
      </w:tr>
      <w:tr w:rsidR="00377EAD" w:rsidRPr="0047556B">
        <w:trPr>
          <w:trHeight w:val="1390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6 лексико-грамматических ошибок </w:t>
            </w:r>
          </w:p>
          <w:p w:rsidR="00377EAD" w:rsidRPr="0047556B" w:rsidRDefault="00377EAD" w:rsidP="00B700C6">
            <w:pPr>
              <w:spacing w:after="18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</w:t>
            </w:r>
          </w:p>
          <w:p w:rsidR="00377EAD" w:rsidRPr="0047556B" w:rsidRDefault="00377EAD" w:rsidP="00B700C6">
            <w:pPr>
              <w:spacing w:after="27" w:line="259" w:lineRule="auto"/>
              <w:ind w:left="0" w:firstLine="0"/>
            </w:pPr>
            <w:r w:rsidRPr="0047556B">
              <w:t xml:space="preserve">6 орфографических или пунктуационных ошибок </w:t>
            </w:r>
          </w:p>
          <w:p w:rsidR="00377EAD" w:rsidRPr="0047556B" w:rsidRDefault="00377EAD" w:rsidP="00B700C6">
            <w:pPr>
              <w:spacing w:after="17" w:line="259" w:lineRule="auto"/>
              <w:ind w:left="0" w:firstLine="0"/>
            </w:pPr>
            <w:r w:rsidRPr="0047556B">
              <w:rPr>
                <w:b/>
                <w:bCs/>
              </w:rPr>
              <w:t xml:space="preserve">ИЛИ  </w:t>
            </w:r>
          </w:p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Любые 6 ошибок 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67" w:firstLine="0"/>
              <w:jc w:val="center"/>
            </w:pPr>
            <w:r w:rsidRPr="0047556B">
              <w:rPr>
                <w:b/>
                <w:bCs/>
              </w:rPr>
              <w:t xml:space="preserve"> </w:t>
            </w:r>
          </w:p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3 </w:t>
            </w:r>
          </w:p>
        </w:tc>
      </w:tr>
      <w:tr w:rsidR="00377EAD" w:rsidRPr="0047556B">
        <w:trPr>
          <w:trHeight w:val="286"/>
        </w:trPr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0" w:firstLine="0"/>
            </w:pPr>
            <w:r w:rsidRPr="0047556B">
              <w:t xml:space="preserve">7 и более любых ошибок </w:t>
            </w:r>
          </w:p>
        </w:tc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EAD" w:rsidRPr="0047556B" w:rsidRDefault="00377EAD" w:rsidP="00B700C6">
            <w:pPr>
              <w:spacing w:after="0" w:line="259" w:lineRule="auto"/>
              <w:ind w:left="7" w:firstLine="0"/>
              <w:jc w:val="center"/>
            </w:pPr>
            <w:r w:rsidRPr="0047556B">
              <w:rPr>
                <w:b/>
                <w:bCs/>
              </w:rPr>
              <w:t xml:space="preserve">2 </w:t>
            </w:r>
          </w:p>
        </w:tc>
      </w:tr>
    </w:tbl>
    <w:p w:rsidR="00377EAD" w:rsidRPr="0047556B" w:rsidRDefault="00377EAD" w:rsidP="0070273C">
      <w:pPr>
        <w:spacing w:after="4" w:line="270" w:lineRule="auto"/>
        <w:ind w:left="-5" w:right="944"/>
      </w:pPr>
      <w:r w:rsidRPr="0047556B">
        <w:rPr>
          <w:b/>
          <w:bCs/>
        </w:rPr>
        <w:t xml:space="preserve">Ошибки, сделанные на ОДНО правило или в одном слове (несколько раз) Считаются за 1 ошибку. </w:t>
      </w:r>
    </w:p>
    <w:p w:rsidR="00377EAD" w:rsidRPr="0047556B" w:rsidRDefault="00377EAD">
      <w:bookmarkStart w:id="0" w:name="_GoBack"/>
      <w:bookmarkEnd w:id="0"/>
    </w:p>
    <w:sectPr w:rsidR="00377EAD" w:rsidRPr="0047556B" w:rsidSect="0047556B">
      <w:footerReference w:type="default" r:id="rId7"/>
      <w:pgSz w:w="11906" w:h="16838"/>
      <w:pgMar w:top="1134" w:right="567" w:bottom="1134" w:left="1418" w:header="720" w:footer="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AD" w:rsidRDefault="00377EAD" w:rsidP="00CC308D">
      <w:pPr>
        <w:spacing w:after="0" w:line="240" w:lineRule="auto"/>
      </w:pPr>
      <w:r>
        <w:separator/>
      </w:r>
    </w:p>
  </w:endnote>
  <w:endnote w:type="continuationSeparator" w:id="0">
    <w:p w:rsidR="00377EAD" w:rsidRDefault="00377EAD" w:rsidP="00CC3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EAD" w:rsidRDefault="00377EAD" w:rsidP="0047556B">
    <w:pPr>
      <w:spacing w:after="17" w:line="259" w:lineRule="auto"/>
      <w:ind w:left="0" w:right="-153" w:firstLine="0"/>
      <w:jc w:val="center"/>
    </w:pPr>
  </w:p>
  <w:p w:rsidR="00377EAD" w:rsidRDefault="00377EAD">
    <w:pPr>
      <w:spacing w:after="0" w:line="259" w:lineRule="auto"/>
      <w:ind w:left="0" w:firstLine="0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AD" w:rsidRDefault="00377EAD" w:rsidP="00CC308D">
      <w:pPr>
        <w:spacing w:after="0" w:line="240" w:lineRule="auto"/>
      </w:pPr>
      <w:r>
        <w:separator/>
      </w:r>
    </w:p>
  </w:footnote>
  <w:footnote w:type="continuationSeparator" w:id="0">
    <w:p w:rsidR="00377EAD" w:rsidRDefault="00377EAD" w:rsidP="00CC3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4779A"/>
    <w:multiLevelType w:val="hybridMultilevel"/>
    <w:tmpl w:val="28605CC2"/>
    <w:lvl w:ilvl="0" w:tplc="F16679B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C2BC5A12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EDF46638">
      <w:start w:val="1"/>
      <w:numFmt w:val="bullet"/>
      <w:lvlRestart w:val="0"/>
      <w:lvlText w:val="-"/>
      <w:lvlJc w:val="left"/>
      <w:pPr>
        <w:ind w:left="8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FACE4CD6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27320AB8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843C82A6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8BD27950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5EAC5F2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BCDA790E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1">
    <w:nsid w:val="225C4EF3"/>
    <w:multiLevelType w:val="hybridMultilevel"/>
    <w:tmpl w:val="1682D27C"/>
    <w:lvl w:ilvl="0" w:tplc="852EC13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14020F04">
      <w:start w:val="1"/>
      <w:numFmt w:val="bullet"/>
      <w:lvlRestart w:val="0"/>
      <w:lvlText w:val="-"/>
      <w:lvlJc w:val="left"/>
      <w:pPr>
        <w:ind w:left="8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5DEE0D5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AAED2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7A98B86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BFC0C8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C248DA9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C40464F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3B92CA7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2">
    <w:nsid w:val="328432C7"/>
    <w:multiLevelType w:val="hybridMultilevel"/>
    <w:tmpl w:val="8CDAECD8"/>
    <w:lvl w:ilvl="0" w:tplc="B0345506">
      <w:start w:val="3"/>
      <w:numFmt w:val="decimal"/>
      <w:lvlText w:val="%1)"/>
      <w:lvlJc w:val="left"/>
      <w:pPr>
        <w:ind w:left="7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633A11FE">
      <w:start w:val="1"/>
      <w:numFmt w:val="bullet"/>
      <w:lvlText w:val="-"/>
      <w:lvlJc w:val="left"/>
      <w:pPr>
        <w:ind w:left="8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9E465C56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D57C91B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D176295A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A822A23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E5C41B8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DA3A95F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832A82B0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3">
    <w:nsid w:val="394F5923"/>
    <w:multiLevelType w:val="hybridMultilevel"/>
    <w:tmpl w:val="D1EE5442"/>
    <w:lvl w:ilvl="0" w:tplc="C2CA444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B25E3B52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4838F86E">
      <w:start w:val="1"/>
      <w:numFmt w:val="bullet"/>
      <w:lvlRestart w:val="0"/>
      <w:lvlText w:val="-"/>
      <w:lvlJc w:val="left"/>
      <w:pPr>
        <w:ind w:left="96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1FD45F2C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6F3A99F4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B746A95C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D4CC3E6C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2F9AA9E2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C6DA51E0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4">
    <w:nsid w:val="3F380CEE"/>
    <w:multiLevelType w:val="hybridMultilevel"/>
    <w:tmpl w:val="7AA2FECE"/>
    <w:lvl w:ilvl="0" w:tplc="D9A40B54">
      <w:start w:val="1"/>
      <w:numFmt w:val="bullet"/>
      <w:lvlText w:val="-"/>
      <w:lvlJc w:val="left"/>
      <w:pPr>
        <w:ind w:left="8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F0349A56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50ECE53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38F8FEB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12A8FDFA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F6AA693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34143C94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712AC4AC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922E587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5">
    <w:nsid w:val="4303163F"/>
    <w:multiLevelType w:val="hybridMultilevel"/>
    <w:tmpl w:val="48E27A34"/>
    <w:lvl w:ilvl="0" w:tplc="B9C6847E">
      <w:start w:val="2"/>
      <w:numFmt w:val="decimal"/>
      <w:lvlText w:val="%1)"/>
      <w:lvlJc w:val="left"/>
      <w:pPr>
        <w:ind w:left="720"/>
      </w:pPr>
      <w:rPr>
        <w:rFonts w:ascii="Times New Roman" w:eastAsia="Times New Roman" w:hAnsi="Times New Roman"/>
        <w:b/>
        <w:bCs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420AF0DC">
      <w:start w:val="1"/>
      <w:numFmt w:val="bullet"/>
      <w:lvlText w:val="-"/>
      <w:lvlJc w:val="left"/>
      <w:pPr>
        <w:ind w:left="8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C374E6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9B6C1E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A6B61A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D428A5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3C3401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9FEEF4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ABB85A2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6">
    <w:nsid w:val="54A3296C"/>
    <w:multiLevelType w:val="hybridMultilevel"/>
    <w:tmpl w:val="8CD0B03C"/>
    <w:lvl w:ilvl="0" w:tplc="83585C88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5852C5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3D1488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AE9644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AE22B9E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55F2A5E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14B49C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CD5017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E0BE5FE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7">
    <w:nsid w:val="72D46F0B"/>
    <w:multiLevelType w:val="hybridMultilevel"/>
    <w:tmpl w:val="6DB2DDA0"/>
    <w:lvl w:ilvl="0" w:tplc="EDC8C822">
      <w:start w:val="1"/>
      <w:numFmt w:val="bullet"/>
      <w:lvlText w:val="-"/>
      <w:lvlJc w:val="left"/>
      <w:pPr>
        <w:ind w:left="844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 w:tplc="7AE405B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C172C74E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A57ADFE4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D6F29F5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540E2A0A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09988AE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246A597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75DAD1A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43CD"/>
    <w:rsid w:val="002043CD"/>
    <w:rsid w:val="00377EAD"/>
    <w:rsid w:val="003E37CF"/>
    <w:rsid w:val="0047556B"/>
    <w:rsid w:val="0070273C"/>
    <w:rsid w:val="009A6D3E"/>
    <w:rsid w:val="00B700C6"/>
    <w:rsid w:val="00C53706"/>
    <w:rsid w:val="00CC308D"/>
    <w:rsid w:val="00D2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73C"/>
    <w:pPr>
      <w:spacing w:after="5" w:line="269" w:lineRule="auto"/>
      <w:ind w:left="370" w:hanging="1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273C"/>
    <w:pPr>
      <w:keepNext/>
      <w:keepLines/>
      <w:spacing w:after="0" w:line="259" w:lineRule="auto"/>
      <w:ind w:left="10"/>
      <w:jc w:val="center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273C"/>
    <w:rPr>
      <w:rFonts w:ascii="Times New Roman" w:hAnsi="Times New Roman" w:cs="Times New Roman"/>
      <w:b/>
      <w:bCs/>
      <w:color w:val="000000"/>
      <w:sz w:val="22"/>
      <w:szCs w:val="22"/>
      <w:lang w:val="ru-RU" w:eastAsia="ru-RU"/>
    </w:rPr>
  </w:style>
  <w:style w:type="table" w:customStyle="1" w:styleId="TableGrid">
    <w:name w:val="TableGrid"/>
    <w:uiPriority w:val="99"/>
    <w:rsid w:val="0070273C"/>
    <w:rPr>
      <w:rFonts w:eastAsia="Times New Roman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475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F05"/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17</Pages>
  <Words>3528</Words>
  <Characters>20111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3</cp:revision>
  <dcterms:created xsi:type="dcterms:W3CDTF">2018-10-31T13:41:00Z</dcterms:created>
  <dcterms:modified xsi:type="dcterms:W3CDTF">2018-12-13T06:51:00Z</dcterms:modified>
</cp:coreProperties>
</file>